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69" w:rsidRDefault="00C87223" w:rsidP="00593841">
      <w:pPr>
        <w:pStyle w:val="NameDate"/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2724785</wp:posOffset>
            </wp:positionH>
            <wp:positionV relativeFrom="paragraph">
              <wp:posOffset>4196080</wp:posOffset>
            </wp:positionV>
            <wp:extent cx="1533525" cy="1228725"/>
            <wp:effectExtent l="19050" t="0" r="9525" b="0"/>
            <wp:wrapNone/>
            <wp:docPr id="10" name="Picture 10" descr="TA: C:\2014 Projects\EPSs_PNGs_Word\Alg2\Arts\PNGs\HSAlg2_ab_0200_0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8E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1026" type="#_x0000_t202" style="position:absolute;margin-left:1in;margin-top:33pt;width:405pt;height:21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pUrAIAAKs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" filled="f" stroked="f">
            <v:textbox inset="0,0,0,0">
              <w:txbxContent>
                <w:p w:rsidR="00103291" w:rsidRPr="00224F15" w:rsidRDefault="00C822A3" w:rsidP="00E46916">
                  <w:pPr>
                    <w:pStyle w:val="TestTitle"/>
                  </w:pPr>
                  <w:r>
                    <w:t>Assessment Review</w:t>
                  </w:r>
                </w:p>
              </w:txbxContent>
            </v:textbox>
            <w10:wrap type="tight" anchorx="margin" anchory="margin"/>
          </v:shape>
        </w:pict>
      </w:r>
      <w:r w:rsidR="000728E2">
        <w:rPr>
          <w:noProof/>
        </w:rPr>
        <w:pict>
          <v:roundrect id="AutoShape 31" o:spid="_x0000_s1027" style="position:absolute;margin-left:0;margin-top:24pt;width:66pt;height:39pt;z-index:-251662336;visibility:visible;mso-wrap-style:square;mso-width-percent:0;mso-height-percent:0;mso-wrap-distance-left:9pt;mso-wrap-distance-top:0;mso-wrap-distance-right:9pt;mso-wrap-distance-bottom:6pt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" fillcolor="black" stroked="f">
            <v:textbox inset="0,0,0,0">
              <w:txbxContent>
                <w:p w:rsidR="00103291" w:rsidRDefault="00103291" w:rsidP="00593841">
                  <w:pPr>
                    <w:pStyle w:val="TitleLabel"/>
                  </w:pPr>
                  <w:r>
                    <w:t>Chapter</w:t>
                  </w:r>
                </w:p>
                <w:p w:rsidR="00103291" w:rsidRPr="00905465" w:rsidRDefault="00103291" w:rsidP="00593841">
                  <w:pPr>
                    <w:pStyle w:val="ChapterNumber"/>
                  </w:pPr>
                  <w:r>
                    <w:t>2</w:t>
                  </w:r>
                </w:p>
              </w:txbxContent>
            </v:textbox>
            <w10:wrap type="topAndBottom" anchorx="margin" anchory="margin"/>
          </v:roundrect>
        </w:pict>
      </w:r>
      <w:r w:rsidR="007F5369">
        <w:t>Name</w:t>
      </w:r>
      <w:r w:rsidR="007F5369">
        <w:tab/>
      </w:r>
      <w:r w:rsidR="007F5369">
        <w:tab/>
        <w:t>Date</w:t>
      </w:r>
      <w:r w:rsidR="007F5369">
        <w:tab/>
      </w:r>
    </w:p>
    <w:p w:rsidR="007A3856" w:rsidRPr="00FF4479" w:rsidRDefault="000728E2" w:rsidP="00FF4479">
      <w:pPr>
        <w:pStyle w:val="NumList1"/>
      </w:pPr>
      <w:r>
        <w:rPr>
          <w:noProof/>
        </w:rPr>
        <w:pict>
          <v:shape id="Text Box 4" o:spid="_x0000_s1028" type="#_x0000_t202" style="position:absolute;left:0;text-align:left;margin-left:385.7pt;margin-top:68.1pt;width:96pt;height:592.65pt;z-index:-251658240;visibility:visible;mso-wrap-style:square;mso-width-percent:0;mso-height-percent:0;mso-wrap-distance-left:6pt;mso-wrap-distance-top:0;mso-wrap-distance-right:6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" filled="f" stroked="f">
            <v:textbox inset="0,0,0,0">
              <w:txbxContent>
                <w:p w:rsidR="00103291" w:rsidRDefault="00103291" w:rsidP="000B0F4D">
                  <w:pPr>
                    <w:pStyle w:val="AnswerHead"/>
                  </w:pPr>
                  <w:r>
                    <w:t>Answers</w:t>
                  </w:r>
                </w:p>
                <w:p w:rsidR="00103291" w:rsidRPr="00B8378C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1.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Pr="00B8378C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2.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Pr="00B8378C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3.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4.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B8378C" w:rsidRDefault="00B8378C" w:rsidP="00B8378C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B8378C" w:rsidRPr="00B8378C" w:rsidRDefault="00B8378C" w:rsidP="000B0F4D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5.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E0054A" w:rsidRDefault="00E0054A" w:rsidP="00E0054A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E0054A" w:rsidRPr="00E0054A" w:rsidRDefault="00E0054A" w:rsidP="000B0F4D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Pr="00B8378C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6.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Pr="00B8378C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7.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Pr="00B8378C" w:rsidRDefault="00103291" w:rsidP="000B0F4D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8.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D36B8B">
                  <w:pPr>
                    <w:pStyle w:val="AnswerLine"/>
                  </w:pPr>
                  <w:r>
                    <w:tab/>
                    <w:t>9.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B8378C">
                  <w:pPr>
                    <w:pStyle w:val="AnswerLine"/>
                    <w:tabs>
                      <w:tab w:val="center" w:pos="1080"/>
                    </w:tabs>
                    <w:rPr>
                      <w:u w:val="single"/>
                    </w:rPr>
                  </w:pPr>
                  <w:r>
                    <w:tab/>
                    <w:t>10.</w:t>
                  </w:r>
                  <w: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E0054A" w:rsidRDefault="00E0054A" w:rsidP="00E0054A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E0054A" w:rsidRDefault="00E0054A" w:rsidP="00E0054A">
                  <w:pPr>
                    <w:pStyle w:val="AnswerLine"/>
                    <w:rPr>
                      <w:u w:val="single"/>
                    </w:rPr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50337E" w:rsidRDefault="0050337E" w:rsidP="0050337E">
                  <w:pPr>
                    <w:pStyle w:val="AnswerLine"/>
                    <w:tabs>
                      <w:tab w:val="center" w:pos="1080"/>
                    </w:tabs>
                  </w:pPr>
                  <w:r>
                    <w:tab/>
                  </w:r>
                  <w:r>
                    <w:tab/>
                  </w:r>
                  <w:r>
                    <w:rPr>
                      <w:u w:val="single"/>
                    </w:rPr>
                    <w:tab/>
                    <w:t>See left.</w:t>
                  </w:r>
                  <w:r>
                    <w:rPr>
                      <w:u w:val="single"/>
                    </w:rPr>
                    <w:tab/>
                  </w:r>
                </w:p>
                <w:p w:rsidR="0050337E" w:rsidRDefault="0050337E" w:rsidP="00E0054A">
                  <w:pPr>
                    <w:pStyle w:val="AnswerLine"/>
                  </w:pPr>
                </w:p>
              </w:txbxContent>
            </v:textbox>
            <w10:wrap type="square" anchorx="margin" anchory="margin"/>
          </v:shape>
        </w:pict>
      </w:r>
      <w:r w:rsidR="007F5369">
        <w:tab/>
      </w:r>
      <w:r w:rsidR="007F5369">
        <w:rPr>
          <w:rStyle w:val="ExerciseNumber"/>
        </w:rPr>
        <w:t>1</w:t>
      </w:r>
      <w:r w:rsidR="007F5369" w:rsidRPr="00236737">
        <w:rPr>
          <w:rStyle w:val="ExerciseNumber"/>
        </w:rPr>
        <w:t>.</w:t>
      </w:r>
      <w:r w:rsidR="007F5369">
        <w:tab/>
        <w:t>A parabola has an axis of symmetry</w:t>
      </w:r>
      <w:r w:rsidR="006E5405" w:rsidRPr="006E5405">
        <w:rPr>
          <w:position w:val="-10"/>
        </w:rPr>
        <w:object w:dxaOrig="7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15.05pt" o:ole="">
            <v:imagedata r:id="rId9" o:title=""/>
          </v:shape>
          <o:OLEObject Type="Embed" ProgID="Equation.DSMT4" ShapeID="_x0000_i1025" DrawAspect="Content" ObjectID="_1506487634" r:id="rId10"/>
        </w:object>
      </w:r>
      <w:r w:rsidR="006E5405">
        <w:t xml:space="preserve"> </w:t>
      </w:r>
      <w:r w:rsidR="007F5369">
        <w:t xml:space="preserve">and passes </w:t>
      </w:r>
      <w:r w:rsidR="00237B70">
        <w:t>through</w:t>
      </w:r>
      <w:r w:rsidR="007F5369">
        <w:t xml:space="preserve"> the point </w:t>
      </w:r>
      <w:r w:rsidR="00237B70">
        <w:br/>
      </w:r>
      <w:r w:rsidR="006E5405" w:rsidRPr="006E5405">
        <w:rPr>
          <w:position w:val="-12"/>
        </w:rPr>
        <w:object w:dxaOrig="700" w:dyaOrig="360">
          <v:shape id="_x0000_i1026" type="#_x0000_t75" style="width:34.95pt;height:18.25pt" o:ole="">
            <v:imagedata r:id="rId11" o:title=""/>
          </v:shape>
          <o:OLEObject Type="Embed" ProgID="Equation.DSMT4" ShapeID="_x0000_i1026" DrawAspect="Content" ObjectID="_1506487635" r:id="rId12"/>
        </w:object>
      </w:r>
      <w:r w:rsidR="0050337E">
        <w:t xml:space="preserve"> </w:t>
      </w:r>
      <w:r w:rsidR="007F5369">
        <w:t xml:space="preserve">Find another point that lies on the </w:t>
      </w:r>
      <w:r w:rsidR="009F2DA5">
        <w:t xml:space="preserve">graph of the </w:t>
      </w:r>
      <w:r w:rsidR="007F5369">
        <w:t xml:space="preserve">parabola. </w:t>
      </w:r>
    </w:p>
    <w:p w:rsidR="007F5369" w:rsidRPr="003D0B3B" w:rsidRDefault="007F5369" w:rsidP="003D0B3B">
      <w:pPr>
        <w:pStyle w:val="NumList1"/>
      </w:pPr>
      <w:r>
        <w:tab/>
      </w:r>
      <w:r w:rsidRPr="003D0B3B">
        <w:rPr>
          <w:rStyle w:val="ExerciseNumber"/>
        </w:rPr>
        <w:t>2.</w:t>
      </w:r>
      <w:r w:rsidRPr="003D0B3B">
        <w:rPr>
          <w:rStyle w:val="ExerciseNumber"/>
        </w:rPr>
        <w:tab/>
      </w:r>
      <w:r>
        <w:t xml:space="preserve">Let the graph of </w:t>
      </w:r>
      <w:r w:rsidRPr="003D0B3B">
        <w:rPr>
          <w:i/>
          <w:iCs/>
        </w:rPr>
        <w:t>g</w:t>
      </w:r>
      <w:r>
        <w:rPr>
          <w:i/>
          <w:iCs/>
        </w:rPr>
        <w:t xml:space="preserve"> </w:t>
      </w:r>
      <w:r>
        <w:t>be a horizontal shrink by a factor of</w:t>
      </w:r>
      <w:r w:rsidR="0064481D">
        <w:t xml:space="preserve"> </w:t>
      </w:r>
      <w:r w:rsidR="006E5405" w:rsidRPr="006E5405">
        <w:rPr>
          <w:position w:val="-18"/>
        </w:rPr>
        <w:object w:dxaOrig="279" w:dyaOrig="460">
          <v:shape id="_x0000_i1027" type="#_x0000_t75" style="width:13.95pt;height:23.1pt" o:ole="">
            <v:imagedata r:id="rId13" o:title=""/>
          </v:shape>
          <o:OLEObject Type="Embed" ProgID="Equation.DSMT4" ShapeID="_x0000_i1027" DrawAspect="Content" ObjectID="_1506487636" r:id="rId14"/>
        </w:object>
      </w:r>
      <w:r>
        <w:t>followed by a translation 1 unit up of the graph</w:t>
      </w:r>
      <w:r w:rsidR="000D2331">
        <w:t xml:space="preserve"> of</w:t>
      </w:r>
      <w:r w:rsidR="00792742">
        <w:t xml:space="preserve"> </w:t>
      </w:r>
      <w:r w:rsidR="006E5405" w:rsidRPr="006E5405">
        <w:rPr>
          <w:position w:val="-12"/>
        </w:rPr>
        <w:object w:dxaOrig="1080" w:dyaOrig="360">
          <v:shape id="_x0000_i1028" type="#_x0000_t75" style="width:54.25pt;height:18.25pt" o:ole="">
            <v:imagedata r:id="rId15" o:title=""/>
          </v:shape>
          <o:OLEObject Type="Embed" ProgID="Equation.DSMT4" ShapeID="_x0000_i1028" DrawAspect="Content" ObjectID="_1506487637" r:id="rId16"/>
        </w:object>
      </w:r>
      <w:r w:rsidR="006E5405">
        <w:t xml:space="preserve"> </w:t>
      </w:r>
      <w:r>
        <w:t xml:space="preserve">Write a rule for </w:t>
      </w:r>
      <w:r w:rsidRPr="003D0B3B">
        <w:rPr>
          <w:i/>
          <w:iCs/>
        </w:rPr>
        <w:t>g</w:t>
      </w:r>
      <w:r>
        <w:t>.</w:t>
      </w:r>
    </w:p>
    <w:p w:rsidR="007F5369" w:rsidRDefault="007F5369" w:rsidP="003D0B3B">
      <w:pPr>
        <w:pStyle w:val="NumList1"/>
      </w:pPr>
      <w:r>
        <w:tab/>
      </w:r>
      <w:r w:rsidRPr="003D0B3B">
        <w:rPr>
          <w:rStyle w:val="ExerciseNumber"/>
        </w:rPr>
        <w:t>3.</w:t>
      </w:r>
      <w:r w:rsidR="003A79D2" w:rsidRPr="003A79D2">
        <w:rPr>
          <w:rStyle w:val="ExerciseNumber"/>
        </w:rPr>
        <w:t xml:space="preserve"> </w:t>
      </w:r>
      <w:r w:rsidR="003A79D2">
        <w:tab/>
        <w:t xml:space="preserve">Identify the focus, </w:t>
      </w:r>
      <w:proofErr w:type="spellStart"/>
      <w:r w:rsidR="003A79D2">
        <w:t>directrix</w:t>
      </w:r>
      <w:proofErr w:type="spellEnd"/>
      <w:r w:rsidR="003A79D2">
        <w:t>, and axis of symmetry of</w:t>
      </w:r>
      <w:r w:rsidR="003A79D2" w:rsidRPr="003A79D2">
        <w:rPr>
          <w:position w:val="-10"/>
        </w:rPr>
        <w:object w:dxaOrig="980" w:dyaOrig="340">
          <v:shape id="_x0000_i1037" type="#_x0000_t75" style="width:48.9pt;height:17.2pt" o:ole="">
            <v:imagedata r:id="rId17" o:title=""/>
          </v:shape>
          <o:OLEObject Type="Embed" ProgID="Equation.DSMT4" ShapeID="_x0000_i1037" DrawAspect="Content" ObjectID="_1506487638" r:id="rId18"/>
        </w:object>
      </w:r>
    </w:p>
    <w:p w:rsidR="0064481D" w:rsidRDefault="0064481D" w:rsidP="003D0B3B">
      <w:pPr>
        <w:pStyle w:val="NumList1"/>
      </w:pPr>
      <w:r>
        <w:tab/>
      </w:r>
      <w:r>
        <w:rPr>
          <w:rStyle w:val="ExerciseNumber"/>
        </w:rPr>
        <w:t>4</w:t>
      </w:r>
      <w:r w:rsidRPr="003D7ACA">
        <w:rPr>
          <w:rStyle w:val="ExerciseNumber"/>
        </w:rPr>
        <w:t>.</w:t>
      </w:r>
      <w:r>
        <w:tab/>
        <w:t xml:space="preserve">Identify the focus, </w:t>
      </w:r>
      <w:proofErr w:type="spellStart"/>
      <w:r>
        <w:t>directrix</w:t>
      </w:r>
      <w:proofErr w:type="spellEnd"/>
      <w:r>
        <w:t>, and axis of symmetry of</w:t>
      </w:r>
      <w:r w:rsidR="006E5405" w:rsidRPr="006E5405">
        <w:rPr>
          <w:position w:val="-18"/>
        </w:rPr>
        <w:object w:dxaOrig="1180" w:dyaOrig="460">
          <v:shape id="_x0000_i1030" type="#_x0000_t75" style="width:59.1pt;height:23.1pt" o:ole="">
            <v:imagedata r:id="rId19" o:title=""/>
          </v:shape>
          <o:OLEObject Type="Embed" ProgID="Equation.DSMT4" ShapeID="_x0000_i1030" DrawAspect="Content" ObjectID="_1506487639" r:id="rId20"/>
        </w:object>
      </w:r>
    </w:p>
    <w:p w:rsidR="006E5405" w:rsidRDefault="000728E2" w:rsidP="006E5405">
      <w:pPr>
        <w:pStyle w:val="NumList1"/>
      </w:pPr>
      <w:r>
        <w:rPr>
          <w:noProof/>
        </w:rPr>
        <w:pict>
          <v:shape id="Text Box 70" o:spid="_x0000_s1029" type="#_x0000_t202" style="position:absolute;left:0;text-align:left;margin-left:196.6pt;margin-top:4.1pt;width:169.25pt;height:4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" filled="f" stroked="f" strokeweight="0">
            <v:textbox inset="0,0,6pt,0">
              <w:txbxContent>
                <w:tbl>
                  <w:tblPr>
                    <w:tblStyle w:val="TableGrid"/>
                    <w:tblOverlap w:val="never"/>
                    <w:tblW w:w="0" w:type="auto"/>
                    <w:tblInd w:w="120" w:type="dxa"/>
                    <w:tblCellMar>
                      <w:left w:w="120" w:type="dxa"/>
                      <w:right w:w="120" w:type="dxa"/>
                    </w:tblCellMar>
                    <w:tblLook w:val="01E0"/>
                  </w:tblPr>
                  <w:tblGrid>
                    <w:gridCol w:w="572"/>
                    <w:gridCol w:w="350"/>
                    <w:gridCol w:w="460"/>
                    <w:gridCol w:w="460"/>
                    <w:gridCol w:w="570"/>
                    <w:gridCol w:w="570"/>
                  </w:tblGrid>
                  <w:tr w:rsidR="006E5405" w:rsidTr="003C61DF">
                    <w:trPr>
                      <w:cantSplit/>
                      <w:trHeight w:val="360"/>
                    </w:trPr>
                    <w:tc>
                      <w:tcPr>
                        <w:tcW w:w="0" w:type="auto"/>
                        <w:vAlign w:val="center"/>
                      </w:tcPr>
                      <w:p w:rsidR="006E5405" w:rsidRPr="0088329E" w:rsidRDefault="006E5405" w:rsidP="0088329E">
                        <w:pPr>
                          <w:pStyle w:val="TableHeadLeft"/>
                          <w:rPr>
                            <w:i/>
                          </w:rPr>
                        </w:pPr>
                        <w:r w:rsidRPr="0088329E">
                          <w:rPr>
                            <w:i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DB007E" w:rsidP="003C61DF">
                        <w:pPr>
                          <w:pStyle w:val="TableTextLeft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E5405" w:rsidTr="003C61DF">
                    <w:trPr>
                      <w:cantSplit/>
                      <w:trHeight w:val="360"/>
                    </w:trPr>
                    <w:tc>
                      <w:tcPr>
                        <w:tcW w:w="0" w:type="auto"/>
                        <w:vAlign w:val="center"/>
                      </w:tcPr>
                      <w:p w:rsidR="006E5405" w:rsidRPr="0088329E" w:rsidRDefault="006E5405" w:rsidP="0088329E">
                        <w:pPr>
                          <w:pStyle w:val="TableHeadLeft"/>
                        </w:pPr>
                        <w:r w:rsidRPr="0088329E">
                          <w:rPr>
                            <w:i/>
                            <w:spacing w:val="20"/>
                          </w:rPr>
                          <w:t>f</w:t>
                        </w:r>
                        <w:r>
                          <w:t>(</w:t>
                        </w:r>
                        <w:r w:rsidRPr="0088329E">
                          <w:rPr>
                            <w:i/>
                          </w:rPr>
                          <w:t>x</w:t>
                        </w:r>
                        <w: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Pr="00D422EB" w:rsidRDefault="006E5405" w:rsidP="00FD3D16">
                        <w:pPr>
                          <w:pStyle w:val="TableTextLef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Pr="00D422EB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33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Pr="00D422EB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87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165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3C61DF">
                        <w:pPr>
                          <w:pStyle w:val="TableTextLeft"/>
                          <w:jc w:val="center"/>
                        </w:pPr>
                        <w:r>
                          <w:t>267</w:t>
                        </w:r>
                      </w:p>
                    </w:tc>
                  </w:tr>
                </w:tbl>
                <w:p w:rsidR="006E5405" w:rsidRDefault="006E5405" w:rsidP="006E5405"/>
              </w:txbxContent>
            </v:textbox>
          </v:shape>
        </w:pict>
      </w:r>
      <w:r w:rsidR="006E5405">
        <w:rPr>
          <w:rStyle w:val="ExerciseNumber"/>
        </w:rPr>
        <w:tab/>
        <w:t>5.</w:t>
      </w:r>
      <w:r w:rsidR="006E5405">
        <w:tab/>
        <w:t xml:space="preserve">Explain why a quadratic function </w:t>
      </w:r>
      <w:r w:rsidR="006E5405">
        <w:br/>
        <w:t xml:space="preserve">models the data. Then use a linear </w:t>
      </w:r>
      <w:r w:rsidR="006E5405">
        <w:br/>
      </w:r>
      <w:proofErr w:type="gramStart"/>
      <w:r w:rsidR="006E5405">
        <w:t>system</w:t>
      </w:r>
      <w:proofErr w:type="gramEnd"/>
      <w:r w:rsidR="006E5405">
        <w:t xml:space="preserve"> to find the model.</w:t>
      </w:r>
    </w:p>
    <w:p w:rsidR="006E5405" w:rsidRPr="001F2572" w:rsidRDefault="006E5405" w:rsidP="006E5405">
      <w:pPr>
        <w:pStyle w:val="DirectionLine"/>
        <w:rPr>
          <w:rStyle w:val="ExerciseNumber"/>
          <w:b/>
          <w:bCs/>
        </w:rPr>
      </w:pPr>
      <w:r w:rsidRPr="001F2572">
        <w:rPr>
          <w:rStyle w:val="ExerciseNumber"/>
          <w:b/>
          <w:bCs/>
        </w:rPr>
        <w:t xml:space="preserve">Write the equation of the parabola. </w:t>
      </w:r>
    </w:p>
    <w:p w:rsidR="006E5405" w:rsidRPr="001F2572" w:rsidRDefault="00C87223" w:rsidP="006E5405">
      <w:pPr>
        <w:pStyle w:val="NumList2"/>
        <w:spacing w:after="2040"/>
        <w:rPr>
          <w:rStyle w:val="ExerciseNumber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55245</wp:posOffset>
            </wp:positionV>
            <wp:extent cx="1533525" cy="1228725"/>
            <wp:effectExtent l="19050" t="0" r="9525" b="0"/>
            <wp:wrapNone/>
            <wp:docPr id="9" name="Picture 9" descr="TA: C:\2014 Projects\EPSs_PNGs_Word\Alg2\Arts\PNGs\HSAlg2_ab_0200_0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5405" w:rsidRPr="001F2572">
        <w:tab/>
      </w:r>
      <w:r w:rsidR="006E5405" w:rsidRPr="001F2572">
        <w:rPr>
          <w:rStyle w:val="ExerciseNumber"/>
        </w:rPr>
        <w:t>6.</w:t>
      </w:r>
      <w:r w:rsidR="006E5405" w:rsidRPr="001F2572">
        <w:rPr>
          <w:rStyle w:val="ExerciseNumber"/>
        </w:rPr>
        <w:tab/>
      </w:r>
      <w:r w:rsidR="006E5405" w:rsidRPr="001F2572">
        <w:rPr>
          <w:rStyle w:val="ExerciseNumber"/>
        </w:rPr>
        <w:tab/>
        <w:t>7.</w:t>
      </w:r>
      <w:r w:rsidR="006E5405" w:rsidRPr="001F2572">
        <w:rPr>
          <w:rStyle w:val="ExerciseNumber"/>
        </w:rPr>
        <w:tab/>
      </w:r>
    </w:p>
    <w:p w:rsidR="006E5405" w:rsidRPr="001F2572" w:rsidRDefault="006E5405" w:rsidP="006E5405">
      <w:pPr>
        <w:pStyle w:val="NumList2"/>
        <w:spacing w:after="2160"/>
        <w:rPr>
          <w:rStyle w:val="ExerciseNumber"/>
        </w:rPr>
      </w:pPr>
      <w:r w:rsidRPr="001F2572">
        <w:rPr>
          <w:rStyle w:val="ExerciseNumber"/>
        </w:rPr>
        <w:tab/>
        <w:t>8.</w:t>
      </w:r>
      <w:r w:rsidRPr="001F2572">
        <w:rPr>
          <w:rStyle w:val="ExerciseNumber"/>
        </w:rPr>
        <w:tab/>
      </w:r>
      <w:r w:rsidR="00C87223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358775</wp:posOffset>
            </wp:positionH>
            <wp:positionV relativeFrom="paragraph">
              <wp:posOffset>48260</wp:posOffset>
            </wp:positionV>
            <wp:extent cx="1533525" cy="1228725"/>
            <wp:effectExtent l="19050" t="0" r="9525" b="0"/>
            <wp:wrapNone/>
            <wp:docPr id="8" name="Picture 8" descr="TA: C:\2014 Projects\EPSs_PNGs_Word\Alg2\Arts\PNGs\HSAlg2_ab_0200_0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7223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48895</wp:posOffset>
            </wp:positionV>
            <wp:extent cx="1533525" cy="1228725"/>
            <wp:effectExtent l="19050" t="0" r="9525" b="0"/>
            <wp:wrapNone/>
            <wp:docPr id="7" name="Picture 7" descr="TA: C:\2014 Projects\EPSs_PNGs_Word\Alg2\Arts\PNGs\HSAlg2_ab_0200_0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2572">
        <w:rPr>
          <w:rStyle w:val="ExerciseNumber"/>
        </w:rPr>
        <w:tab/>
        <w:t>9.</w:t>
      </w:r>
      <w:r w:rsidRPr="001F2572">
        <w:rPr>
          <w:rStyle w:val="ExerciseNumber"/>
        </w:rPr>
        <w:tab/>
      </w:r>
    </w:p>
    <w:p w:rsidR="006E5405" w:rsidRDefault="00C87223" w:rsidP="006E5405">
      <w:pPr>
        <w:pStyle w:val="NumList1"/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2174875</wp:posOffset>
            </wp:positionH>
            <wp:positionV relativeFrom="paragraph">
              <wp:posOffset>33020</wp:posOffset>
            </wp:positionV>
            <wp:extent cx="1838325" cy="1228725"/>
            <wp:effectExtent l="19050" t="0" r="9525" b="0"/>
            <wp:wrapNone/>
            <wp:docPr id="6" name="Picture 6" descr="TA: C:\2014 Projects\EPSs_PNGs_Word\Alg2\Arts\PNGs\HSAlg2_ab_0200_0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5405" w:rsidRPr="000873A5">
        <w:rPr>
          <w:rStyle w:val="ExerciseNumber"/>
        </w:rPr>
        <w:tab/>
        <w:t>10.</w:t>
      </w:r>
      <w:r w:rsidR="006E5405">
        <w:rPr>
          <w:rStyle w:val="ExerciseNumber"/>
        </w:rPr>
        <w:tab/>
      </w:r>
      <w:r w:rsidR="006E5405" w:rsidRPr="000873A5">
        <w:t xml:space="preserve">Identify the focus, </w:t>
      </w:r>
      <w:proofErr w:type="spellStart"/>
      <w:r w:rsidR="006E5405" w:rsidRPr="000873A5">
        <w:t>directrix</w:t>
      </w:r>
      <w:proofErr w:type="spellEnd"/>
      <w:r w:rsidR="006E5405" w:rsidRPr="000873A5">
        <w:t xml:space="preserve">, </w:t>
      </w:r>
      <w:r w:rsidR="006E5405">
        <w:br/>
      </w:r>
      <w:r w:rsidR="006E5405" w:rsidRPr="000873A5">
        <w:t>and axis of symmetry of</w:t>
      </w:r>
      <w:r w:rsidR="006E5405">
        <w:t xml:space="preserve"> </w:t>
      </w:r>
      <w:r w:rsidR="006E5405">
        <w:br/>
      </w:r>
      <w:r w:rsidR="006E5405" w:rsidRPr="00E175DD">
        <w:rPr>
          <w:position w:val="-18"/>
        </w:rPr>
        <w:object w:dxaOrig="1440" w:dyaOrig="460">
          <v:shape id="_x0000_i1031" type="#_x0000_t75" style="width:72.55pt;height:23.1pt" o:ole="">
            <v:imagedata r:id="rId29" o:title=""/>
          </v:shape>
          <o:OLEObject Type="Embed" ProgID="Equation.DSMT4" ShapeID="_x0000_i1031" DrawAspect="Content" ObjectID="_1506487640" r:id="rId30"/>
        </w:object>
      </w:r>
      <w:r w:rsidR="006E5405">
        <w:t xml:space="preserve"> </w:t>
      </w:r>
      <w:proofErr w:type="gramStart"/>
      <w:r w:rsidR="006E5405">
        <w:t>Then</w:t>
      </w:r>
      <w:proofErr w:type="gramEnd"/>
      <w:r w:rsidR="006E5405">
        <w:t xml:space="preserve"> graph </w:t>
      </w:r>
      <w:r w:rsidR="006E5405">
        <w:br/>
        <w:t>the equation.</w:t>
      </w:r>
    </w:p>
    <w:p w:rsidR="006E5405" w:rsidRDefault="006E5405" w:rsidP="006E5405">
      <w:pPr>
        <w:pStyle w:val="NumList1"/>
        <w:rPr>
          <w:rStyle w:val="ExerciseNumber"/>
        </w:rPr>
      </w:pPr>
      <w:r>
        <w:rPr>
          <w:rStyle w:val="ExerciseNumber"/>
        </w:rPr>
        <w:tab/>
      </w:r>
      <w:r>
        <w:rPr>
          <w:rStyle w:val="ExerciseNumber"/>
        </w:rPr>
        <w:tab/>
      </w:r>
    </w:p>
    <w:p w:rsidR="007F5369" w:rsidRPr="00E7030E" w:rsidRDefault="007F5369" w:rsidP="00E7030E">
      <w:pPr>
        <w:pStyle w:val="NameDate"/>
        <w:rPr>
          <w:b/>
          <w:bCs/>
          <w:sz w:val="20"/>
          <w:szCs w:val="20"/>
        </w:rPr>
      </w:pPr>
      <w:r>
        <w:br w:type="page"/>
      </w:r>
      <w:r w:rsidR="000728E2" w:rsidRPr="000728E2">
        <w:rPr>
          <w:noProof/>
        </w:rPr>
        <w:lastRenderedPageBreak/>
        <w:pict>
          <v:shape id="Text Box 34" o:spid="_x0000_s1030" type="#_x0000_t202" style="position:absolute;margin-left:1in;margin-top:33pt;width:405pt;height:21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" filled="f" stroked="f">
            <v:textbox inset="0,0,0,0">
              <w:txbxContent>
                <w:p w:rsidR="00C822A3" w:rsidRPr="00224F15" w:rsidRDefault="00C822A3" w:rsidP="00C822A3">
                  <w:pPr>
                    <w:pStyle w:val="TestTitle"/>
                  </w:pPr>
                  <w:r>
                    <w:t>Assessment Review</w:t>
                  </w:r>
                </w:p>
                <w:p w:rsidR="00103291" w:rsidRDefault="00C822A3" w:rsidP="00C822A3">
                  <w:pPr>
                    <w:pStyle w:val="TestTitle"/>
                  </w:pPr>
                  <w:r w:rsidRPr="00E17D1E">
                    <w:rPr>
                      <w:rStyle w:val="Continued"/>
                      <w:b/>
                      <w:bCs/>
                    </w:rPr>
                    <w:t xml:space="preserve"> </w:t>
                  </w:r>
                  <w:r w:rsidR="00103291" w:rsidRPr="00E17D1E">
                    <w:rPr>
                      <w:rStyle w:val="Continued"/>
                      <w:b/>
                      <w:bCs/>
                    </w:rPr>
                    <w:t>(continued)</w:t>
                  </w:r>
                </w:p>
              </w:txbxContent>
            </v:textbox>
            <w10:wrap type="tight" anchorx="margin" anchory="margin"/>
          </v:shape>
        </w:pict>
      </w:r>
      <w:r w:rsidR="000728E2" w:rsidRPr="000728E2">
        <w:rPr>
          <w:noProof/>
        </w:rPr>
        <w:pict>
          <v:roundrect id="AutoShape 33" o:spid="_x0000_s1031" style="position:absolute;margin-left:0;margin-top:24pt;width:66pt;height:39pt;z-index:-251660288;visibility:visible;mso-wrap-style:square;mso-width-percent:0;mso-height-percent:0;mso-wrap-distance-left:9pt;mso-wrap-distance-top:0;mso-wrap-distance-right:9pt;mso-wrap-distance-bottom:6pt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" fillcolor="black" stroked="f">
            <v:textbox inset="0,0,0,0">
              <w:txbxContent>
                <w:p w:rsidR="00103291" w:rsidRDefault="00103291" w:rsidP="00743BD6">
                  <w:pPr>
                    <w:pStyle w:val="TitleLabel"/>
                  </w:pPr>
                  <w:r>
                    <w:t>Chapter</w:t>
                  </w:r>
                </w:p>
                <w:p w:rsidR="00103291" w:rsidRPr="00905465" w:rsidRDefault="00103291" w:rsidP="00743BD6">
                  <w:pPr>
                    <w:pStyle w:val="ChapterNumber"/>
                  </w:pPr>
                  <w:r>
                    <w:t>2</w:t>
                  </w:r>
                </w:p>
              </w:txbxContent>
            </v:textbox>
            <w10:wrap type="topAndBottom" anchorx="margin" anchory="margin"/>
          </v:roundrect>
        </w:pict>
      </w:r>
      <w:r>
        <w:t>Name</w:t>
      </w:r>
      <w:r>
        <w:tab/>
      </w:r>
      <w:r>
        <w:tab/>
        <w:t>Date</w:t>
      </w:r>
      <w:r>
        <w:tab/>
      </w:r>
    </w:p>
    <w:p w:rsidR="007F5369" w:rsidRDefault="000728E2" w:rsidP="003C639F">
      <w:pPr>
        <w:pStyle w:val="NumList1"/>
      </w:pPr>
      <w:r>
        <w:rPr>
          <w:noProof/>
        </w:rPr>
        <w:pict>
          <v:shape id="Text Box 24" o:spid="_x0000_s1032" type="#_x0000_t202" style="position:absolute;left:0;text-align:left;margin-left:156.8pt;margin-top:1in;width:96pt;height:606.75pt;z-index:-251663360;visibility:visible;mso-wrap-style:square;mso-width-percent:0;mso-height-percent:0;mso-wrap-distance-left:6pt;mso-wrap-distance-top:0;mso-wrap-distance-right:6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" filled="f" stroked="f">
            <v:textbox inset="0,0,0,0">
              <w:txbxContent>
                <w:p w:rsidR="00103291" w:rsidRDefault="00103291" w:rsidP="002A45E1">
                  <w:pPr>
                    <w:pStyle w:val="AnswerHead"/>
                  </w:pPr>
                  <w:r>
                    <w:t>Answers</w:t>
                  </w:r>
                </w:p>
                <w:p w:rsidR="00103291" w:rsidRPr="00270313" w:rsidRDefault="00103291" w:rsidP="002A45E1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11.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792050">
                  <w:pPr>
                    <w:pStyle w:val="AnswerLine"/>
                    <w:tabs>
                      <w:tab w:val="center" w:pos="1080"/>
                    </w:tabs>
                    <w:rPr>
                      <w:u w:val="single"/>
                    </w:rPr>
                  </w:pPr>
                  <w:r>
                    <w:tab/>
                    <w:t>12.</w:t>
                  </w:r>
                  <w:r>
                    <w:tab/>
                  </w:r>
                  <w:r>
                    <w:rPr>
                      <w:u w:val="single"/>
                    </w:rPr>
                    <w:tab/>
                    <w:t>See left.</w:t>
                  </w:r>
                  <w:r>
                    <w:rPr>
                      <w:u w:val="single"/>
                    </w:rPr>
                    <w:tab/>
                  </w:r>
                </w:p>
                <w:p w:rsidR="001E3BF8" w:rsidRDefault="001E3BF8" w:rsidP="001E3BF8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E3BF8" w:rsidP="001E3BF8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792050">
                  <w:pPr>
                    <w:pStyle w:val="AnswerLine"/>
                    <w:tabs>
                      <w:tab w:val="center" w:pos="1080"/>
                    </w:tabs>
                    <w:rPr>
                      <w:u w:val="single"/>
                    </w:rPr>
                  </w:pPr>
                  <w:r>
                    <w:tab/>
                    <w:t>13.</w:t>
                  </w:r>
                  <w:r>
                    <w:tab/>
                  </w:r>
                  <w:r>
                    <w:rPr>
                      <w:u w:val="single"/>
                    </w:rPr>
                    <w:tab/>
                    <w:t>See left.</w:t>
                  </w:r>
                  <w:r>
                    <w:rPr>
                      <w:u w:val="single"/>
                    </w:rPr>
                    <w:tab/>
                  </w:r>
                </w:p>
                <w:p w:rsidR="001E3BF8" w:rsidRDefault="001E3BF8" w:rsidP="001E3BF8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E3BF8" w:rsidP="001E3BF8">
                  <w:pPr>
                    <w:pStyle w:val="AnswerLine"/>
                  </w:pPr>
                  <w:r>
                    <w:tab/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Pr="001E3BF8" w:rsidRDefault="00103291" w:rsidP="002A45E1">
                  <w:pPr>
                    <w:pStyle w:val="AnswerLine"/>
                    <w:rPr>
                      <w:u w:val="single"/>
                    </w:rPr>
                  </w:pPr>
                  <w:r>
                    <w:tab/>
                    <w:t>14.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792050">
                  <w:pPr>
                    <w:pStyle w:val="AnswerLine"/>
                  </w:pPr>
                  <w:r>
                    <w:tab/>
                    <w:t>15.</w:t>
                  </w:r>
                  <w:r w:rsidRPr="00270313">
                    <w:rPr>
                      <w:b w:val="0"/>
                      <w:bCs w:val="0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  <w:p w:rsidR="00103291" w:rsidRDefault="00103291" w:rsidP="004E4430">
                  <w:pPr>
                    <w:pStyle w:val="AnswerLine"/>
                    <w:tabs>
                      <w:tab w:val="center" w:pos="1080"/>
                    </w:tabs>
                  </w:pPr>
                  <w:r>
                    <w:tab/>
                  </w:r>
                </w:p>
                <w:p w:rsidR="00103291" w:rsidRDefault="00103291" w:rsidP="002A45E1">
                  <w:pPr>
                    <w:pStyle w:val="AnswerLine"/>
                  </w:pPr>
                </w:p>
              </w:txbxContent>
            </v:textbox>
            <w10:wrap type="square" anchorx="margin" anchory="margin"/>
          </v:shape>
        </w:pict>
      </w:r>
      <w:r w:rsidR="007F5369">
        <w:tab/>
      </w:r>
      <w:r w:rsidR="007F5369" w:rsidRPr="003C639F">
        <w:rPr>
          <w:rStyle w:val="ExerciseNumber"/>
        </w:rPr>
        <w:t>11.</w:t>
      </w:r>
      <w:r w:rsidR="007F5369">
        <w:tab/>
        <w:t>Your class council determine</w:t>
      </w:r>
      <w:r w:rsidR="00BB14DC">
        <w:t>d</w:t>
      </w:r>
      <w:r w:rsidR="007F5369">
        <w:t xml:space="preserve"> that its profit from the upcoming </w:t>
      </w:r>
      <w:r w:rsidR="00792742">
        <w:t>h</w:t>
      </w:r>
      <w:r w:rsidR="007F5369">
        <w:t>omecoming dance is directly related to the ticket price for the dan</w:t>
      </w:r>
      <w:r w:rsidR="00792742">
        <w:t>ce. Looking at past dances, the council</w:t>
      </w:r>
      <w:r w:rsidR="007F5369">
        <w:t xml:space="preserve"> determined that the profit </w:t>
      </w:r>
      <w:r w:rsidR="00A15640" w:rsidRPr="00A15640">
        <w:rPr>
          <w:i/>
          <w:iCs/>
        </w:rPr>
        <w:t>p</w:t>
      </w:r>
      <w:r w:rsidR="007F5369">
        <w:t xml:space="preserve"> can be modeled by the function</w:t>
      </w:r>
      <w:r w:rsidR="00DB007E" w:rsidRPr="006E5405">
        <w:rPr>
          <w:position w:val="-12"/>
        </w:rPr>
        <w:object w:dxaOrig="2560" w:dyaOrig="360">
          <v:shape id="_x0000_i1032" type="#_x0000_t75" style="width:127.9pt;height:18.25pt" o:ole="">
            <v:imagedata r:id="rId31" o:title=""/>
          </v:shape>
          <o:OLEObject Type="Embed" ProgID="Equation.DSMT4" ShapeID="_x0000_i1032" DrawAspect="Content" ObjectID="_1506487641" r:id="rId32"/>
        </w:object>
      </w:r>
      <w:r w:rsidR="00BB14DC">
        <w:t xml:space="preserve">where </w:t>
      </w:r>
      <w:r w:rsidR="00BB14DC" w:rsidRPr="00BB14DC">
        <w:rPr>
          <w:i/>
        </w:rPr>
        <w:t>t</w:t>
      </w:r>
      <w:r w:rsidR="00BB14DC">
        <w:t xml:space="preserve"> </w:t>
      </w:r>
      <w:r w:rsidR="00103291">
        <w:t>represents</w:t>
      </w:r>
      <w:r w:rsidR="00BB14DC">
        <w:t xml:space="preserve"> the price of </w:t>
      </w:r>
      <w:r w:rsidR="00103291">
        <w:t>each</w:t>
      </w:r>
      <w:r w:rsidR="00BB14DC">
        <w:t xml:space="preserve"> ticket</w:t>
      </w:r>
      <w:r w:rsidR="007F5369">
        <w:t xml:space="preserve">. What should be the price of a ticket to the homecoming dance </w:t>
      </w:r>
      <w:r w:rsidR="001201B2">
        <w:t>to</w:t>
      </w:r>
      <w:r w:rsidR="007F5369">
        <w:t xml:space="preserve"> maximize the council’s profit?</w:t>
      </w:r>
    </w:p>
    <w:p w:rsidR="007F5369" w:rsidRDefault="00C87223" w:rsidP="003C639F">
      <w:pPr>
        <w:pStyle w:val="NumList1"/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2388870</wp:posOffset>
            </wp:positionH>
            <wp:positionV relativeFrom="paragraph">
              <wp:posOffset>33020</wp:posOffset>
            </wp:positionV>
            <wp:extent cx="1228725" cy="1228725"/>
            <wp:effectExtent l="19050" t="0" r="9525" b="0"/>
            <wp:wrapNone/>
            <wp:docPr id="5" name="Picture 5" descr="TA: C:\2014 Projects\EPSs_PNGs_Word\Alg2\Arts\PNGs\HSAlg2_ab_0200_0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369">
        <w:tab/>
      </w:r>
      <w:r w:rsidR="007F5369" w:rsidRPr="003C639F">
        <w:rPr>
          <w:rStyle w:val="ExerciseNumber"/>
        </w:rPr>
        <w:t>12.</w:t>
      </w:r>
      <w:r w:rsidR="007F5369">
        <w:tab/>
        <w:t>Graph</w:t>
      </w:r>
      <w:r w:rsidR="00A579A7" w:rsidRPr="006E5405">
        <w:rPr>
          <w:position w:val="-12"/>
        </w:rPr>
        <w:object w:dxaOrig="2180" w:dyaOrig="400">
          <v:shape id="_x0000_i1033" type="#_x0000_t75" style="width:109.05pt;height:19.9pt" o:ole="">
            <v:imagedata r:id="rId35" o:title=""/>
          </v:shape>
          <o:OLEObject Type="Embed" ProgID="Equation.DSMT4" ShapeID="_x0000_i1033" DrawAspect="Content" ObjectID="_1506487642" r:id="rId36"/>
        </w:object>
      </w:r>
      <w:r w:rsidR="006E5405">
        <w:t xml:space="preserve"> </w:t>
      </w:r>
      <w:r w:rsidR="006E5405">
        <w:br/>
      </w:r>
      <w:r w:rsidR="007F5369">
        <w:t xml:space="preserve">Label the vertex and axis of </w:t>
      </w:r>
      <w:r w:rsidR="006E5405">
        <w:br/>
      </w:r>
      <w:r w:rsidR="007F5369">
        <w:t xml:space="preserve">symmetry. Describe where </w:t>
      </w:r>
      <w:r w:rsidR="006E5405">
        <w:br/>
      </w:r>
      <w:r w:rsidR="007F5369">
        <w:t xml:space="preserve">the function is increasing and </w:t>
      </w:r>
      <w:r w:rsidR="006E5405">
        <w:br/>
      </w:r>
      <w:r w:rsidR="007F5369">
        <w:t>decreasing.</w:t>
      </w:r>
    </w:p>
    <w:p w:rsidR="007F5369" w:rsidRDefault="007F5369" w:rsidP="006E5405">
      <w:pPr>
        <w:pStyle w:val="NumList1"/>
        <w:spacing w:after="360"/>
      </w:pPr>
      <w:r>
        <w:tab/>
      </w:r>
      <w:r w:rsidR="006E5405">
        <w:rPr>
          <w:rFonts w:ascii="Arial" w:hAnsi="Arial" w:cs="Arial"/>
          <w:sz w:val="20"/>
          <w:szCs w:val="20"/>
        </w:rPr>
        <w:tab/>
      </w:r>
    </w:p>
    <w:p w:rsidR="007F5369" w:rsidRDefault="00C87223" w:rsidP="003C639F">
      <w:pPr>
        <w:pStyle w:val="NumList1"/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2388235</wp:posOffset>
            </wp:positionH>
            <wp:positionV relativeFrom="paragraph">
              <wp:posOffset>53975</wp:posOffset>
            </wp:positionV>
            <wp:extent cx="1228725" cy="1228725"/>
            <wp:effectExtent l="19050" t="0" r="9525" b="0"/>
            <wp:wrapNone/>
            <wp:docPr id="4" name="Picture 4" descr="TA: C:\2014 Projects\EPSs_PNGs_Word\Alg2\Arts\PNGs\HSAlg2_ab_0200_0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369">
        <w:tab/>
      </w:r>
      <w:r w:rsidR="007F5369" w:rsidRPr="003C639F">
        <w:rPr>
          <w:rStyle w:val="ExerciseNumber"/>
        </w:rPr>
        <w:t>13.</w:t>
      </w:r>
      <w:r w:rsidR="007F5369">
        <w:tab/>
        <w:t>Graph</w:t>
      </w:r>
      <w:r w:rsidR="006E5405" w:rsidRPr="006E5405">
        <w:rPr>
          <w:position w:val="-18"/>
        </w:rPr>
        <w:object w:dxaOrig="2140" w:dyaOrig="460">
          <v:shape id="_x0000_i1034" type="#_x0000_t75" style="width:106.95pt;height:23.1pt" o:ole="">
            <v:imagedata r:id="rId39" o:title=""/>
          </v:shape>
          <o:OLEObject Type="Embed" ProgID="Equation.DSMT4" ShapeID="_x0000_i1034" DrawAspect="Content" ObjectID="_1506487643" r:id="rId40"/>
        </w:object>
      </w:r>
      <w:r w:rsidR="006E5405">
        <w:t xml:space="preserve"> </w:t>
      </w:r>
      <w:r w:rsidR="006E5405">
        <w:br/>
      </w:r>
      <w:r w:rsidR="007F5369">
        <w:t xml:space="preserve">Label the vertex and axis of </w:t>
      </w:r>
      <w:r w:rsidR="006E5405">
        <w:br/>
      </w:r>
      <w:r w:rsidR="007F5369">
        <w:t xml:space="preserve">symmetry. Describe where </w:t>
      </w:r>
      <w:r w:rsidR="006E5405">
        <w:br/>
      </w:r>
      <w:r w:rsidR="007F5369">
        <w:t xml:space="preserve">the function is increasing and </w:t>
      </w:r>
      <w:r w:rsidR="006E5405">
        <w:br/>
      </w:r>
      <w:r w:rsidR="007F5369">
        <w:t>decreasing.</w:t>
      </w:r>
    </w:p>
    <w:p w:rsidR="007F5369" w:rsidRDefault="006E5405" w:rsidP="006E5405">
      <w:pPr>
        <w:pStyle w:val="NumList1"/>
        <w:spacing w:after="360"/>
      </w:pPr>
      <w:r>
        <w:tab/>
      </w:r>
      <w:r>
        <w:tab/>
      </w:r>
    </w:p>
    <w:p w:rsidR="007F5369" w:rsidRDefault="00C87223" w:rsidP="006E5405">
      <w:pPr>
        <w:pStyle w:val="NumList1"/>
        <w:tabs>
          <w:tab w:val="clear" w:pos="559"/>
          <w:tab w:val="left" w:pos="4770"/>
        </w:tabs>
        <w:ind w:right="4320"/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33655</wp:posOffset>
            </wp:positionV>
            <wp:extent cx="1362075" cy="962025"/>
            <wp:effectExtent l="19050" t="0" r="9525" b="0"/>
            <wp:wrapNone/>
            <wp:docPr id="3" name="Picture 3" descr="TA: C:\2014 Projects\EPSs_PNGs_Word\Alg2\Arts\PNGs\HSAlg2_ab_0200_0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369">
        <w:tab/>
      </w:r>
      <w:r w:rsidR="007F5369" w:rsidRPr="00AB66BA">
        <w:rPr>
          <w:rStyle w:val="ExerciseNumber"/>
        </w:rPr>
        <w:t>14.</w:t>
      </w:r>
      <w:r w:rsidR="007F5369" w:rsidRPr="00F54882">
        <w:tab/>
      </w:r>
      <w:r w:rsidR="007F5369">
        <w:t>A factory is produ</w:t>
      </w:r>
      <w:r w:rsidR="006D4ADB">
        <w:t xml:space="preserve">cing a mirror in the shape of </w:t>
      </w:r>
      <w:r w:rsidR="00A25D72">
        <w:br/>
      </w:r>
      <w:r w:rsidR="006D4ADB">
        <w:t>a</w:t>
      </w:r>
      <w:r w:rsidR="00BF0B14">
        <w:t xml:space="preserve"> </w:t>
      </w:r>
      <w:r w:rsidR="007F5369">
        <w:t>parabola to be use</w:t>
      </w:r>
      <w:r w:rsidR="003B2548">
        <w:t xml:space="preserve">d in searchlights. A </w:t>
      </w:r>
      <w:r w:rsidR="00BF0B14">
        <w:t xml:space="preserve">drawing </w:t>
      </w:r>
      <w:r w:rsidR="00A25D72">
        <w:br/>
      </w:r>
      <w:r w:rsidR="00BF0B14">
        <w:t xml:space="preserve">of </w:t>
      </w:r>
      <w:r w:rsidR="007F5369">
        <w:t>the mirror is shown</w:t>
      </w:r>
      <w:r w:rsidR="00BB771F">
        <w:t xml:space="preserve">. The light from </w:t>
      </w:r>
      <w:r w:rsidR="00CE45CF">
        <w:t xml:space="preserve">the </w:t>
      </w:r>
      <w:r w:rsidR="007F5369">
        <w:t xml:space="preserve">searchlight </w:t>
      </w:r>
      <w:r w:rsidR="0084306A">
        <w:t xml:space="preserve">is located at the focus of the parabola, and </w:t>
      </w:r>
      <w:r w:rsidR="007F5369">
        <w:t xml:space="preserve">will shine </w:t>
      </w:r>
      <w:r w:rsidR="00792742">
        <w:t>through</w:t>
      </w:r>
      <w:r w:rsidR="00BF0B14">
        <w:t xml:space="preserve"> at the given </w:t>
      </w:r>
      <w:r w:rsidR="007F5369">
        <w:t>vertex</w:t>
      </w:r>
      <w:r w:rsidR="003B2548">
        <w:t xml:space="preserve"> </w:t>
      </w:r>
      <w:r w:rsidR="007F5369">
        <w:t>of th</w:t>
      </w:r>
      <w:r w:rsidR="00BF0B14">
        <w:t xml:space="preserve">e mirror. Find an equation that </w:t>
      </w:r>
      <w:r w:rsidR="007F5369">
        <w:t xml:space="preserve">represents the </w:t>
      </w:r>
      <w:bookmarkStart w:id="0" w:name="_GoBack"/>
      <w:bookmarkEnd w:id="0"/>
      <w:r w:rsidR="007F5369">
        <w:t>parabolic mirror.</w:t>
      </w:r>
      <w:r w:rsidR="00F76A74">
        <w:t xml:space="preserve"> </w:t>
      </w:r>
    </w:p>
    <w:p w:rsidR="007F5369" w:rsidRDefault="000728E2" w:rsidP="00792742">
      <w:pPr>
        <w:pStyle w:val="NumList1"/>
        <w:ind w:right="2340"/>
      </w:pPr>
      <w:r>
        <w:rPr>
          <w:noProof/>
        </w:rPr>
        <w:pict>
          <v:shape id="_x0000_s1033" type="#_x0000_t202" style="position:absolute;left:0;text-align:left;margin-left:28.9pt;margin-top:51.8pt;width:234.25pt;height:4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" filled="f" stroked="f" strokeweight="0">
            <v:textbox inset="0,0,6pt,0">
              <w:txbxContent>
                <w:tbl>
                  <w:tblPr>
                    <w:tblStyle w:val="TableGrid"/>
                    <w:tblOverlap w:val="never"/>
                    <w:tblW w:w="0" w:type="auto"/>
                    <w:tblInd w:w="120" w:type="dxa"/>
                    <w:tblCellMar>
                      <w:left w:w="120" w:type="dxa"/>
                      <w:right w:w="120" w:type="dxa"/>
                    </w:tblCellMar>
                    <w:tblLook w:val="01E0"/>
                  </w:tblPr>
                  <w:tblGrid>
                    <w:gridCol w:w="1496"/>
                    <w:gridCol w:w="570"/>
                    <w:gridCol w:w="570"/>
                    <w:gridCol w:w="570"/>
                    <w:gridCol w:w="570"/>
                    <w:gridCol w:w="570"/>
                  </w:tblGrid>
                  <w:tr w:rsidR="006E5405" w:rsidTr="00E175DD">
                    <w:trPr>
                      <w:cantSplit/>
                      <w:trHeight w:val="360"/>
                    </w:trPr>
                    <w:tc>
                      <w:tcPr>
                        <w:tcW w:w="0" w:type="auto"/>
                        <w:vAlign w:val="center"/>
                      </w:tcPr>
                      <w:p w:rsidR="006E5405" w:rsidRPr="00E175DD" w:rsidRDefault="006E5405" w:rsidP="00E175DD">
                        <w:pPr>
                          <w:pStyle w:val="TableHeadLeft"/>
                        </w:pPr>
                        <w:r>
                          <w:t xml:space="preserve">Week, </w:t>
                        </w:r>
                        <w:r w:rsidRPr="00E175DD">
                          <w:rPr>
                            <w:i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E5405" w:rsidTr="00E175DD">
                    <w:trPr>
                      <w:cantSplit/>
                      <w:trHeight w:val="360"/>
                    </w:trPr>
                    <w:tc>
                      <w:tcPr>
                        <w:tcW w:w="0" w:type="auto"/>
                        <w:vAlign w:val="center"/>
                      </w:tcPr>
                      <w:p w:rsidR="006E5405" w:rsidRPr="00E175DD" w:rsidRDefault="006E5405" w:rsidP="00E175DD">
                        <w:pPr>
                          <w:pStyle w:val="TableHeadLeft"/>
                        </w:pPr>
                        <w:r>
                          <w:t xml:space="preserve">Population, </w:t>
                        </w:r>
                        <w:r>
                          <w:rPr>
                            <w:i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Pr="00D422EB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185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Pr="00D422EB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209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Pr="00D422EB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229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209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6E5405" w:rsidRDefault="006E5405" w:rsidP="00E175DD">
                        <w:pPr>
                          <w:pStyle w:val="TableTextLeft"/>
                          <w:jc w:val="center"/>
                        </w:pPr>
                        <w:r>
                          <w:t>185</w:t>
                        </w:r>
                      </w:p>
                    </w:tc>
                  </w:tr>
                </w:tbl>
                <w:p w:rsidR="006E5405" w:rsidRDefault="006E5405" w:rsidP="006E5405"/>
              </w:txbxContent>
            </v:textbox>
          </v:shape>
        </w:pict>
      </w:r>
      <w:r w:rsidR="007F5369">
        <w:tab/>
      </w:r>
      <w:r w:rsidR="007F5369" w:rsidRPr="00AB66BA">
        <w:rPr>
          <w:rStyle w:val="ExerciseNumber"/>
        </w:rPr>
        <w:t>15.</w:t>
      </w:r>
      <w:r w:rsidR="007F5369" w:rsidRPr="00AB66BA">
        <w:tab/>
      </w:r>
      <w:r w:rsidR="007F5369">
        <w:t xml:space="preserve">A </w:t>
      </w:r>
      <w:r w:rsidR="00792742">
        <w:t>b</w:t>
      </w:r>
      <w:r w:rsidR="007F5369">
        <w:t xml:space="preserve">iologist took a count of spotted trout that migrate to the south end </w:t>
      </w:r>
      <w:r w:rsidR="00A25D72">
        <w:br/>
      </w:r>
      <w:r w:rsidR="007F5369">
        <w:t xml:space="preserve">of </w:t>
      </w:r>
      <w:r w:rsidR="00792742">
        <w:t>a</w:t>
      </w:r>
      <w:r w:rsidR="007F5369">
        <w:t xml:space="preserve"> lake during the winter months. </w:t>
      </w:r>
      <w:r w:rsidR="00A579A7">
        <w:t>The table shows</w:t>
      </w:r>
      <w:r w:rsidR="007F5369">
        <w:t xml:space="preserve"> the population count at the south end </w:t>
      </w:r>
      <w:r w:rsidR="003D385B">
        <w:t xml:space="preserve">of </w:t>
      </w:r>
      <w:r w:rsidR="00052019">
        <w:t>the</w:t>
      </w:r>
      <w:r w:rsidR="003D385B">
        <w:t xml:space="preserve"> lake </w:t>
      </w:r>
      <w:r w:rsidR="00290BAD">
        <w:t xml:space="preserve">after </w:t>
      </w:r>
      <w:r w:rsidR="00A579A7">
        <w:t>week 10</w:t>
      </w:r>
      <w:r w:rsidR="007F5369">
        <w:t>.</w:t>
      </w:r>
    </w:p>
    <w:p w:rsidR="007F5369" w:rsidRPr="00AB66BA" w:rsidRDefault="006E5405" w:rsidP="00AB66BA">
      <w:pPr>
        <w:pStyle w:val="NumList1"/>
      </w:pPr>
      <w:r>
        <w:tab/>
      </w:r>
      <w:r>
        <w:tab/>
      </w:r>
    </w:p>
    <w:p w:rsidR="007F5369" w:rsidRDefault="007F5369" w:rsidP="00AB66BA">
      <w:pPr>
        <w:pStyle w:val="NumList1"/>
        <w:tabs>
          <w:tab w:val="clear" w:pos="559"/>
        </w:tabs>
        <w:ind w:firstLine="8981"/>
      </w:pPr>
    </w:p>
    <w:p w:rsidR="007F5369" w:rsidRPr="00F54882" w:rsidRDefault="007F5369" w:rsidP="00D92870">
      <w:pPr>
        <w:pStyle w:val="NumList1"/>
      </w:pPr>
      <w:r>
        <w:tab/>
      </w:r>
      <w:r>
        <w:tab/>
        <w:t xml:space="preserve">Use quadratic regression to estimate the number of spotted trout at the </w:t>
      </w:r>
      <w:r w:rsidR="00A25D72">
        <w:br/>
      </w:r>
      <w:r>
        <w:t>sout</w:t>
      </w:r>
      <w:r w:rsidR="00290BAD">
        <w:t>h end of the lake after week 14</w:t>
      </w:r>
      <w:r w:rsidR="003D385B">
        <w:t>.</w:t>
      </w:r>
    </w:p>
    <w:sectPr w:rsidR="007F5369" w:rsidRPr="00F54882" w:rsidSect="0050337E">
      <w:footerReference w:type="even" r:id="rId43"/>
      <w:footerReference w:type="default" r:id="rId44"/>
      <w:pgSz w:w="12240" w:h="15840" w:code="1"/>
      <w:pgMar w:top="840" w:right="840" w:bottom="660" w:left="1860" w:header="720" w:footer="660" w:gutter="0"/>
      <w:pgNumType w:start="27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E953E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DDE" w:rsidRDefault="002F0DDE">
      <w:r>
        <w:separator/>
      </w:r>
    </w:p>
    <w:p w:rsidR="002F0DDE" w:rsidRDefault="002F0DDE"/>
  </w:endnote>
  <w:endnote w:type="continuationSeparator" w:id="0">
    <w:p w:rsidR="002F0DDE" w:rsidRDefault="002F0DDE">
      <w:r>
        <w:continuationSeparator/>
      </w:r>
    </w:p>
    <w:p w:rsidR="002F0DDE" w:rsidRDefault="002F0DD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91" w:rsidRDefault="00182D8A" w:rsidP="00330C9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t>28</w:t>
    </w:r>
  </w:p>
  <w:p w:rsidR="00103291" w:rsidRDefault="00103291" w:rsidP="00652BCB">
    <w:pPr>
      <w:pStyle w:val="Footer"/>
      <w:tabs>
        <w:tab w:val="clear" w:pos="4320"/>
        <w:tab w:val="clear" w:pos="8640"/>
        <w:tab w:val="left" w:pos="600"/>
        <w:tab w:val="right" w:pos="9540"/>
      </w:tabs>
    </w:pPr>
    <w:r>
      <w:tab/>
    </w:r>
    <w:r>
      <w:rPr>
        <w:b/>
        <w:bCs/>
      </w:rPr>
      <w:t>Algebra 2</w:t>
    </w:r>
    <w:r>
      <w:tab/>
    </w:r>
    <w:r w:rsidRPr="004067DF">
      <w:rPr>
        <w:rStyle w:val="Copyright"/>
      </w:rPr>
      <w:t>Copyright © Big Ideas Learning</w:t>
    </w:r>
    <w:r>
      <w:rPr>
        <w:rStyle w:val="Copyright"/>
      </w:rPr>
      <w:t>, LLC</w:t>
    </w:r>
  </w:p>
  <w:p w:rsidR="00103291" w:rsidRPr="00E16B69" w:rsidRDefault="00103291" w:rsidP="00652BCB">
    <w:pPr>
      <w:pStyle w:val="Footer"/>
      <w:tabs>
        <w:tab w:val="clear" w:pos="4320"/>
        <w:tab w:val="clear" w:pos="8640"/>
        <w:tab w:val="left" w:pos="600"/>
        <w:tab w:val="right" w:pos="9540"/>
      </w:tabs>
    </w:pPr>
    <w:r>
      <w:tab/>
      <w:t>Assessment</w:t>
    </w:r>
    <w:r w:rsidRPr="004067DF">
      <w:t xml:space="preserve"> Book</w:t>
    </w:r>
    <w:r>
      <w:tab/>
    </w:r>
    <w:r w:rsidRPr="004067DF">
      <w:rPr>
        <w:rStyle w:val="Copyright"/>
      </w:rPr>
      <w:t>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91" w:rsidRPr="001369F8" w:rsidRDefault="00182D8A" w:rsidP="00330C9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t>2</w:t>
    </w:r>
    <w:r w:rsidR="0050337E">
      <w:rPr>
        <w:rStyle w:val="PageNumber"/>
      </w:rPr>
      <w:t>7</w:t>
    </w:r>
  </w:p>
  <w:p w:rsidR="00103291" w:rsidRDefault="00103291" w:rsidP="00652BCB">
    <w:pPr>
      <w:pStyle w:val="Footer"/>
      <w:tabs>
        <w:tab w:val="clear" w:pos="4320"/>
        <w:tab w:val="clear" w:pos="8640"/>
        <w:tab w:val="right" w:pos="8820"/>
      </w:tabs>
      <w:ind w:right="360"/>
      <w:rPr>
        <w:b/>
        <w:bCs/>
      </w:rPr>
    </w:pPr>
    <w:r w:rsidRPr="004067DF">
      <w:rPr>
        <w:rStyle w:val="Copyright"/>
      </w:rPr>
      <w:t>Copyright © Big Ideas Learning</w:t>
    </w:r>
    <w:r>
      <w:rPr>
        <w:rStyle w:val="Copyright"/>
      </w:rPr>
      <w:t>, LLC</w:t>
    </w:r>
    <w:r>
      <w:tab/>
    </w:r>
    <w:r>
      <w:rPr>
        <w:b/>
        <w:bCs/>
      </w:rPr>
      <w:t>Algebra 2</w:t>
    </w:r>
  </w:p>
  <w:p w:rsidR="00103291" w:rsidRPr="004067DF" w:rsidRDefault="00103291" w:rsidP="00652BCB">
    <w:pPr>
      <w:pStyle w:val="Footer"/>
      <w:tabs>
        <w:tab w:val="clear" w:pos="4320"/>
        <w:tab w:val="clear" w:pos="8640"/>
        <w:tab w:val="right" w:pos="8820"/>
      </w:tabs>
      <w:ind w:right="360"/>
    </w:pPr>
    <w:r w:rsidRPr="004067DF">
      <w:rPr>
        <w:rStyle w:val="Copyright"/>
      </w:rPr>
      <w:t>All rights reserved.</w:t>
    </w:r>
    <w:r>
      <w:tab/>
      <w:t>Assessment Book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DDE" w:rsidRDefault="002F0DDE">
      <w:r>
        <w:separator/>
      </w:r>
    </w:p>
    <w:p w:rsidR="002F0DDE" w:rsidRDefault="002F0DDE"/>
  </w:footnote>
  <w:footnote w:type="continuationSeparator" w:id="0">
    <w:p w:rsidR="002F0DDE" w:rsidRDefault="002F0DDE">
      <w:r>
        <w:continuationSeparator/>
      </w:r>
    </w:p>
    <w:p w:rsidR="002F0DDE" w:rsidRDefault="002F0DD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4C2B"/>
    <w:multiLevelType w:val="hybridMultilevel"/>
    <w:tmpl w:val="BB46E48A"/>
    <w:lvl w:ilvl="0" w:tplc="FFFFFFFF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1">
    <w:nsid w:val="361C181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mirrorMargins/>
  <w:proofState w:spelling="clean" w:grammar="clean"/>
  <w:attachedTemplate r:id="rId1"/>
  <w:stylePaneFormatFilter w:val="1802"/>
  <w:defaultTabStop w:val="720"/>
  <w:evenAndOddHeader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D7ACA"/>
    <w:rsid w:val="000016A7"/>
    <w:rsid w:val="000029A3"/>
    <w:rsid w:val="00026573"/>
    <w:rsid w:val="00044B7A"/>
    <w:rsid w:val="0004789C"/>
    <w:rsid w:val="00051FAF"/>
    <w:rsid w:val="00052019"/>
    <w:rsid w:val="000724BE"/>
    <w:rsid w:val="000728E2"/>
    <w:rsid w:val="0008121F"/>
    <w:rsid w:val="000832C8"/>
    <w:rsid w:val="000873A5"/>
    <w:rsid w:val="00096A98"/>
    <w:rsid w:val="000B0F4D"/>
    <w:rsid w:val="000D2331"/>
    <w:rsid w:val="000E772F"/>
    <w:rsid w:val="000F3648"/>
    <w:rsid w:val="00103291"/>
    <w:rsid w:val="00103B50"/>
    <w:rsid w:val="0010566E"/>
    <w:rsid w:val="00115BE1"/>
    <w:rsid w:val="001178E2"/>
    <w:rsid w:val="001201B2"/>
    <w:rsid w:val="001328AA"/>
    <w:rsid w:val="001369F8"/>
    <w:rsid w:val="0014416E"/>
    <w:rsid w:val="00182D8A"/>
    <w:rsid w:val="0019293B"/>
    <w:rsid w:val="00197267"/>
    <w:rsid w:val="001B20E4"/>
    <w:rsid w:val="001E3BF8"/>
    <w:rsid w:val="001E4B9D"/>
    <w:rsid w:val="001F5950"/>
    <w:rsid w:val="001F7D1C"/>
    <w:rsid w:val="001F7E0F"/>
    <w:rsid w:val="00205DAF"/>
    <w:rsid w:val="00210AFE"/>
    <w:rsid w:val="0021641C"/>
    <w:rsid w:val="00224F15"/>
    <w:rsid w:val="00235F12"/>
    <w:rsid w:val="00236737"/>
    <w:rsid w:val="00237B70"/>
    <w:rsid w:val="0024700D"/>
    <w:rsid w:val="002565CD"/>
    <w:rsid w:val="00270313"/>
    <w:rsid w:val="00280CAF"/>
    <w:rsid w:val="00290BAD"/>
    <w:rsid w:val="00297BA2"/>
    <w:rsid w:val="002A24E1"/>
    <w:rsid w:val="002A45E1"/>
    <w:rsid w:val="002B6A9C"/>
    <w:rsid w:val="002F0DDE"/>
    <w:rsid w:val="00307F11"/>
    <w:rsid w:val="00312C81"/>
    <w:rsid w:val="00330C1E"/>
    <w:rsid w:val="00330C95"/>
    <w:rsid w:val="00330FDC"/>
    <w:rsid w:val="003330DF"/>
    <w:rsid w:val="00344665"/>
    <w:rsid w:val="00351087"/>
    <w:rsid w:val="003631EB"/>
    <w:rsid w:val="00364D8E"/>
    <w:rsid w:val="00383BEB"/>
    <w:rsid w:val="0038533B"/>
    <w:rsid w:val="003A0099"/>
    <w:rsid w:val="003A79D2"/>
    <w:rsid w:val="003B2548"/>
    <w:rsid w:val="003C158C"/>
    <w:rsid w:val="003C639F"/>
    <w:rsid w:val="003C6A8F"/>
    <w:rsid w:val="003C7D6D"/>
    <w:rsid w:val="003D0B3B"/>
    <w:rsid w:val="003D385B"/>
    <w:rsid w:val="003D7ACA"/>
    <w:rsid w:val="003E55F1"/>
    <w:rsid w:val="004045D5"/>
    <w:rsid w:val="004067DF"/>
    <w:rsid w:val="0043108D"/>
    <w:rsid w:val="00471EE5"/>
    <w:rsid w:val="0047468B"/>
    <w:rsid w:val="00475754"/>
    <w:rsid w:val="0048166A"/>
    <w:rsid w:val="00491B37"/>
    <w:rsid w:val="004B5067"/>
    <w:rsid w:val="004E4430"/>
    <w:rsid w:val="0050337E"/>
    <w:rsid w:val="00504500"/>
    <w:rsid w:val="00506955"/>
    <w:rsid w:val="00530CB6"/>
    <w:rsid w:val="00546CDA"/>
    <w:rsid w:val="0054713A"/>
    <w:rsid w:val="00593841"/>
    <w:rsid w:val="005B2959"/>
    <w:rsid w:val="005C4B5C"/>
    <w:rsid w:val="005C5ECD"/>
    <w:rsid w:val="005E5326"/>
    <w:rsid w:val="0061088B"/>
    <w:rsid w:val="006341B2"/>
    <w:rsid w:val="00634C0C"/>
    <w:rsid w:val="00642759"/>
    <w:rsid w:val="0064481D"/>
    <w:rsid w:val="00652AA5"/>
    <w:rsid w:val="00652BCB"/>
    <w:rsid w:val="006576F8"/>
    <w:rsid w:val="006737F5"/>
    <w:rsid w:val="0067751E"/>
    <w:rsid w:val="00683B66"/>
    <w:rsid w:val="006A34C2"/>
    <w:rsid w:val="006C4640"/>
    <w:rsid w:val="006D4ADB"/>
    <w:rsid w:val="006D6BC9"/>
    <w:rsid w:val="006D7B1A"/>
    <w:rsid w:val="006E3809"/>
    <w:rsid w:val="006E470D"/>
    <w:rsid w:val="006E5405"/>
    <w:rsid w:val="006E7CD9"/>
    <w:rsid w:val="006F696D"/>
    <w:rsid w:val="00702728"/>
    <w:rsid w:val="0071024F"/>
    <w:rsid w:val="00721A5C"/>
    <w:rsid w:val="00740C9B"/>
    <w:rsid w:val="00741610"/>
    <w:rsid w:val="00742924"/>
    <w:rsid w:val="00743BD6"/>
    <w:rsid w:val="00784FDB"/>
    <w:rsid w:val="00792050"/>
    <w:rsid w:val="00792742"/>
    <w:rsid w:val="007A2600"/>
    <w:rsid w:val="007A3856"/>
    <w:rsid w:val="007D3EAA"/>
    <w:rsid w:val="007D5240"/>
    <w:rsid w:val="007D7F16"/>
    <w:rsid w:val="007F5369"/>
    <w:rsid w:val="00820702"/>
    <w:rsid w:val="008300B9"/>
    <w:rsid w:val="00832D8D"/>
    <w:rsid w:val="00835CCD"/>
    <w:rsid w:val="0084306A"/>
    <w:rsid w:val="00843AAF"/>
    <w:rsid w:val="00881A6E"/>
    <w:rsid w:val="0089308A"/>
    <w:rsid w:val="00893443"/>
    <w:rsid w:val="008A4FD7"/>
    <w:rsid w:val="008C4B17"/>
    <w:rsid w:val="008E38F0"/>
    <w:rsid w:val="008F5938"/>
    <w:rsid w:val="00903CD1"/>
    <w:rsid w:val="00905465"/>
    <w:rsid w:val="00905EF8"/>
    <w:rsid w:val="0094725E"/>
    <w:rsid w:val="00954E28"/>
    <w:rsid w:val="009571F4"/>
    <w:rsid w:val="009B1907"/>
    <w:rsid w:val="009C178A"/>
    <w:rsid w:val="009E247A"/>
    <w:rsid w:val="009E445B"/>
    <w:rsid w:val="009F2DA5"/>
    <w:rsid w:val="00A0468E"/>
    <w:rsid w:val="00A13D8C"/>
    <w:rsid w:val="00A13E6D"/>
    <w:rsid w:val="00A15640"/>
    <w:rsid w:val="00A25A5C"/>
    <w:rsid w:val="00A25D72"/>
    <w:rsid w:val="00A3013E"/>
    <w:rsid w:val="00A54BB9"/>
    <w:rsid w:val="00A579A7"/>
    <w:rsid w:val="00A7355E"/>
    <w:rsid w:val="00AB1EBF"/>
    <w:rsid w:val="00AB66BA"/>
    <w:rsid w:val="00B03619"/>
    <w:rsid w:val="00B076E3"/>
    <w:rsid w:val="00B137EB"/>
    <w:rsid w:val="00B21E07"/>
    <w:rsid w:val="00B32E04"/>
    <w:rsid w:val="00B5644C"/>
    <w:rsid w:val="00B8378C"/>
    <w:rsid w:val="00B96D83"/>
    <w:rsid w:val="00BA2FFA"/>
    <w:rsid w:val="00BB14DC"/>
    <w:rsid w:val="00BB771F"/>
    <w:rsid w:val="00BC3DFA"/>
    <w:rsid w:val="00BD1F5F"/>
    <w:rsid w:val="00BF0B14"/>
    <w:rsid w:val="00BF414B"/>
    <w:rsid w:val="00BF4C4B"/>
    <w:rsid w:val="00C24AED"/>
    <w:rsid w:val="00C5061F"/>
    <w:rsid w:val="00C51788"/>
    <w:rsid w:val="00C55EFF"/>
    <w:rsid w:val="00C62938"/>
    <w:rsid w:val="00C822A3"/>
    <w:rsid w:val="00C87223"/>
    <w:rsid w:val="00CB06EA"/>
    <w:rsid w:val="00CE2232"/>
    <w:rsid w:val="00CE45CF"/>
    <w:rsid w:val="00CE6E4A"/>
    <w:rsid w:val="00D14149"/>
    <w:rsid w:val="00D154A5"/>
    <w:rsid w:val="00D209F4"/>
    <w:rsid w:val="00D20BB7"/>
    <w:rsid w:val="00D20FA9"/>
    <w:rsid w:val="00D2522B"/>
    <w:rsid w:val="00D36B8B"/>
    <w:rsid w:val="00D424F7"/>
    <w:rsid w:val="00D438EE"/>
    <w:rsid w:val="00D4628A"/>
    <w:rsid w:val="00D55098"/>
    <w:rsid w:val="00D55947"/>
    <w:rsid w:val="00D67491"/>
    <w:rsid w:val="00D70239"/>
    <w:rsid w:val="00D724AD"/>
    <w:rsid w:val="00D849F2"/>
    <w:rsid w:val="00D92157"/>
    <w:rsid w:val="00D92870"/>
    <w:rsid w:val="00D975CD"/>
    <w:rsid w:val="00DA7FCD"/>
    <w:rsid w:val="00DB007E"/>
    <w:rsid w:val="00DC6EC0"/>
    <w:rsid w:val="00DE3325"/>
    <w:rsid w:val="00DE56FA"/>
    <w:rsid w:val="00DF0027"/>
    <w:rsid w:val="00E0054A"/>
    <w:rsid w:val="00E01853"/>
    <w:rsid w:val="00E01B0C"/>
    <w:rsid w:val="00E05018"/>
    <w:rsid w:val="00E071E6"/>
    <w:rsid w:val="00E07A0D"/>
    <w:rsid w:val="00E16B69"/>
    <w:rsid w:val="00E17D1E"/>
    <w:rsid w:val="00E227D6"/>
    <w:rsid w:val="00E24398"/>
    <w:rsid w:val="00E3315E"/>
    <w:rsid w:val="00E333D4"/>
    <w:rsid w:val="00E40330"/>
    <w:rsid w:val="00E46916"/>
    <w:rsid w:val="00E51325"/>
    <w:rsid w:val="00E522FD"/>
    <w:rsid w:val="00E57749"/>
    <w:rsid w:val="00E635B5"/>
    <w:rsid w:val="00E7030E"/>
    <w:rsid w:val="00E8052E"/>
    <w:rsid w:val="00EB7135"/>
    <w:rsid w:val="00EC371D"/>
    <w:rsid w:val="00EE3DAC"/>
    <w:rsid w:val="00F00BD5"/>
    <w:rsid w:val="00F04EDB"/>
    <w:rsid w:val="00F33E6C"/>
    <w:rsid w:val="00F44EF5"/>
    <w:rsid w:val="00F4686A"/>
    <w:rsid w:val="00F54882"/>
    <w:rsid w:val="00F76A74"/>
    <w:rsid w:val="00F83B0E"/>
    <w:rsid w:val="00F87554"/>
    <w:rsid w:val="00FA567E"/>
    <w:rsid w:val="00FB2E52"/>
    <w:rsid w:val="00FC7ED1"/>
    <w:rsid w:val="00FD66CB"/>
    <w:rsid w:val="00FE5BF1"/>
    <w:rsid w:val="00FF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369F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0266F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16B69"/>
    <w:pPr>
      <w:tabs>
        <w:tab w:val="center" w:pos="4320"/>
        <w:tab w:val="right" w:pos="8640"/>
      </w:tabs>
      <w:spacing w:line="240" w:lineRule="atLeast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0266F8"/>
    <w:rPr>
      <w:sz w:val="24"/>
      <w:szCs w:val="24"/>
    </w:rPr>
  </w:style>
  <w:style w:type="character" w:styleId="PageNumber">
    <w:name w:val="page number"/>
    <w:uiPriority w:val="99"/>
    <w:semiHidden/>
    <w:rsid w:val="001369F8"/>
    <w:rPr>
      <w:rFonts w:ascii="Arial Black" w:hAnsi="Arial Black" w:cs="Arial Black"/>
      <w:sz w:val="22"/>
      <w:szCs w:val="22"/>
    </w:rPr>
  </w:style>
  <w:style w:type="paragraph" w:customStyle="1" w:styleId="BaseText">
    <w:name w:val="BaseText"/>
    <w:uiPriority w:val="99"/>
    <w:rsid w:val="00B5644C"/>
    <w:pPr>
      <w:widowControl w:val="0"/>
      <w:spacing w:after="200" w:line="280" w:lineRule="atLeast"/>
    </w:pPr>
    <w:rPr>
      <w:sz w:val="22"/>
      <w:szCs w:val="22"/>
    </w:rPr>
  </w:style>
  <w:style w:type="paragraph" w:customStyle="1" w:styleId="DirectionLine">
    <w:name w:val="DirectionLine"/>
    <w:next w:val="BaseText"/>
    <w:uiPriority w:val="99"/>
    <w:rsid w:val="00FF4479"/>
    <w:pPr>
      <w:widowControl w:val="0"/>
      <w:spacing w:before="120" w:after="120" w:line="280" w:lineRule="atLeast"/>
    </w:pPr>
    <w:rPr>
      <w:rFonts w:ascii="Arial" w:hAnsi="Arial" w:cs="Arial"/>
      <w:b/>
      <w:bCs/>
    </w:rPr>
  </w:style>
  <w:style w:type="character" w:customStyle="1" w:styleId="ExerciseNumber">
    <w:name w:val="ExerciseNumber"/>
    <w:uiPriority w:val="99"/>
    <w:rsid w:val="00FF4479"/>
    <w:rPr>
      <w:rFonts w:ascii="Arial" w:hAnsi="Arial" w:cs="Arial"/>
      <w:b/>
      <w:bCs/>
      <w:sz w:val="20"/>
      <w:szCs w:val="20"/>
    </w:rPr>
  </w:style>
  <w:style w:type="paragraph" w:customStyle="1" w:styleId="NumList1">
    <w:name w:val="NumList1"/>
    <w:basedOn w:val="BaseText"/>
    <w:uiPriority w:val="99"/>
    <w:rsid w:val="00FF4479"/>
    <w:pPr>
      <w:tabs>
        <w:tab w:val="decimal" w:pos="360"/>
        <w:tab w:val="left" w:pos="559"/>
      </w:tabs>
      <w:ind w:left="559" w:hanging="559"/>
    </w:pPr>
  </w:style>
  <w:style w:type="paragraph" w:customStyle="1" w:styleId="NumList2">
    <w:name w:val="NumList2"/>
    <w:basedOn w:val="NumList1"/>
    <w:uiPriority w:val="99"/>
    <w:rsid w:val="00FF4479"/>
    <w:pPr>
      <w:tabs>
        <w:tab w:val="decimal" w:pos="4080"/>
        <w:tab w:val="left" w:pos="4279"/>
      </w:tabs>
    </w:pPr>
  </w:style>
  <w:style w:type="paragraph" w:customStyle="1" w:styleId="NumList3">
    <w:name w:val="NumList3"/>
    <w:basedOn w:val="NumList1"/>
    <w:uiPriority w:val="99"/>
    <w:rsid w:val="00C51788"/>
    <w:pPr>
      <w:tabs>
        <w:tab w:val="decimal" w:pos="2760"/>
        <w:tab w:val="left" w:pos="2959"/>
        <w:tab w:val="decimal" w:pos="5160"/>
        <w:tab w:val="left" w:pos="5359"/>
      </w:tabs>
    </w:pPr>
  </w:style>
  <w:style w:type="paragraph" w:customStyle="1" w:styleId="NumList4">
    <w:name w:val="NumList4"/>
    <w:basedOn w:val="NumList2"/>
    <w:uiPriority w:val="99"/>
    <w:rsid w:val="0043108D"/>
    <w:pPr>
      <w:tabs>
        <w:tab w:val="decimal" w:pos="2220"/>
        <w:tab w:val="left" w:pos="2419"/>
        <w:tab w:val="decimal" w:pos="5940"/>
        <w:tab w:val="left" w:pos="6139"/>
      </w:tabs>
    </w:pPr>
  </w:style>
  <w:style w:type="character" w:customStyle="1" w:styleId="ForUseWith">
    <w:name w:val="ForUseWith"/>
    <w:uiPriority w:val="99"/>
    <w:rsid w:val="007D7F16"/>
    <w:rPr>
      <w:rFonts w:ascii="Arial" w:hAnsi="Arial" w:cs="Arial"/>
      <w:b/>
      <w:bCs/>
      <w:color w:val="auto"/>
      <w:sz w:val="20"/>
      <w:szCs w:val="20"/>
    </w:rPr>
  </w:style>
  <w:style w:type="paragraph" w:customStyle="1" w:styleId="TableHead">
    <w:name w:val="TableHead"/>
    <w:basedOn w:val="Normal"/>
    <w:uiPriority w:val="99"/>
    <w:rsid w:val="00C55EFF"/>
    <w:pPr>
      <w:framePr w:hSpace="180" w:wrap="around" w:vAnchor="text" w:hAnchor="page" w:x="2401" w:y="42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ableText">
    <w:name w:val="TableText"/>
    <w:basedOn w:val="Normal"/>
    <w:uiPriority w:val="99"/>
    <w:rsid w:val="00C55EFF"/>
    <w:pPr>
      <w:framePr w:hSpace="180" w:wrap="around" w:vAnchor="text" w:hAnchor="page" w:x="2401" w:y="42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color w:val="000000"/>
      <w:sz w:val="22"/>
      <w:szCs w:val="22"/>
    </w:rPr>
  </w:style>
  <w:style w:type="character" w:customStyle="1" w:styleId="Copyright">
    <w:name w:val="Copyright"/>
    <w:uiPriority w:val="99"/>
    <w:rsid w:val="00E16B69"/>
    <w:rPr>
      <w:rFonts w:ascii="Arial" w:hAnsi="Arial" w:cs="Arial"/>
      <w:sz w:val="16"/>
      <w:szCs w:val="16"/>
    </w:rPr>
  </w:style>
  <w:style w:type="character" w:customStyle="1" w:styleId="Continued">
    <w:name w:val="Continued"/>
    <w:uiPriority w:val="99"/>
    <w:rsid w:val="007D7F16"/>
    <w:rPr>
      <w:rFonts w:ascii="Arial" w:hAnsi="Arial" w:cs="Arial"/>
      <w:b/>
      <w:bCs/>
      <w:color w:val="auto"/>
      <w:sz w:val="20"/>
      <w:szCs w:val="20"/>
    </w:rPr>
  </w:style>
  <w:style w:type="paragraph" w:customStyle="1" w:styleId="AnswerHead">
    <w:name w:val="AnswerHead"/>
    <w:next w:val="AnswerLine"/>
    <w:uiPriority w:val="99"/>
    <w:rsid w:val="00CB06EA"/>
    <w:pPr>
      <w:widowControl w:val="0"/>
      <w:spacing w:after="220" w:line="240" w:lineRule="atLeast"/>
    </w:pPr>
    <w:rPr>
      <w:rFonts w:ascii="Arial" w:hAnsi="Arial" w:cs="Arial"/>
      <w:b/>
      <w:bCs/>
      <w:i/>
      <w:iCs/>
    </w:rPr>
  </w:style>
  <w:style w:type="paragraph" w:customStyle="1" w:styleId="AnswerLine">
    <w:name w:val="AnswerLine"/>
    <w:uiPriority w:val="99"/>
    <w:rsid w:val="00B5644C"/>
    <w:pPr>
      <w:widowControl w:val="0"/>
      <w:tabs>
        <w:tab w:val="decimal" w:pos="300"/>
        <w:tab w:val="left" w:pos="461"/>
        <w:tab w:val="right" w:pos="1901"/>
      </w:tabs>
      <w:spacing w:after="220" w:line="240" w:lineRule="atLeast"/>
    </w:pPr>
    <w:rPr>
      <w:rFonts w:ascii="Arial" w:hAnsi="Arial" w:cs="Arial"/>
      <w:b/>
      <w:bCs/>
      <w:sz w:val="18"/>
      <w:szCs w:val="18"/>
    </w:rPr>
  </w:style>
  <w:style w:type="paragraph" w:customStyle="1" w:styleId="SubList1">
    <w:name w:val="SubList1"/>
    <w:basedOn w:val="BaseText"/>
    <w:uiPriority w:val="99"/>
    <w:rsid w:val="00FF4479"/>
    <w:pPr>
      <w:tabs>
        <w:tab w:val="decimal" w:pos="679"/>
        <w:tab w:val="left" w:pos="881"/>
      </w:tabs>
      <w:ind w:left="881" w:hanging="881"/>
    </w:pPr>
  </w:style>
  <w:style w:type="paragraph" w:customStyle="1" w:styleId="SubList2">
    <w:name w:val="SubList2"/>
    <w:basedOn w:val="SubList1"/>
    <w:uiPriority w:val="99"/>
    <w:rsid w:val="008F5938"/>
    <w:pPr>
      <w:tabs>
        <w:tab w:val="decimal" w:pos="4241"/>
        <w:tab w:val="left" w:pos="4440"/>
      </w:tabs>
    </w:pPr>
  </w:style>
  <w:style w:type="paragraph" w:customStyle="1" w:styleId="SubList3">
    <w:name w:val="SubList3"/>
    <w:basedOn w:val="SubList1"/>
    <w:uiPriority w:val="99"/>
    <w:rsid w:val="0071024F"/>
    <w:pPr>
      <w:tabs>
        <w:tab w:val="decimal" w:pos="3079"/>
        <w:tab w:val="left" w:pos="3281"/>
        <w:tab w:val="decimal" w:pos="5479"/>
        <w:tab w:val="left" w:pos="5681"/>
      </w:tabs>
    </w:pPr>
  </w:style>
  <w:style w:type="table" w:styleId="TableGrid">
    <w:name w:val="Table Grid"/>
    <w:basedOn w:val="TableNormal"/>
    <w:rsid w:val="007D7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Label">
    <w:name w:val="TitleLabel"/>
    <w:next w:val="ChapterNumber"/>
    <w:uiPriority w:val="99"/>
    <w:rsid w:val="00593841"/>
    <w:pPr>
      <w:widowControl w:val="0"/>
      <w:spacing w:line="280" w:lineRule="atLeast"/>
      <w:jc w:val="center"/>
    </w:pPr>
    <w:rPr>
      <w:rFonts w:ascii="Arial" w:hAnsi="Arial" w:cs="Arial"/>
      <w:b/>
      <w:bCs/>
      <w:color w:val="FFFFFF"/>
      <w:spacing w:val="20"/>
      <w:sz w:val="24"/>
      <w:szCs w:val="24"/>
    </w:rPr>
  </w:style>
  <w:style w:type="paragraph" w:customStyle="1" w:styleId="ChapterNumber">
    <w:name w:val="ChapterNumber"/>
    <w:basedOn w:val="TitleLabel"/>
    <w:uiPriority w:val="99"/>
    <w:rsid w:val="00593841"/>
    <w:rPr>
      <w:sz w:val="40"/>
      <w:szCs w:val="40"/>
    </w:rPr>
  </w:style>
  <w:style w:type="character" w:customStyle="1" w:styleId="TestTitleChar">
    <w:name w:val="TestTitle Char"/>
    <w:link w:val="TestTitle"/>
    <w:uiPriority w:val="99"/>
    <w:rsid w:val="007D7F16"/>
    <w:rPr>
      <w:rFonts w:ascii="Arial" w:hAnsi="Arial" w:cs="Arial"/>
      <w:b/>
      <w:bCs/>
      <w:sz w:val="32"/>
      <w:szCs w:val="32"/>
      <w:lang w:val="en-US" w:eastAsia="en-US"/>
    </w:rPr>
  </w:style>
  <w:style w:type="paragraph" w:customStyle="1" w:styleId="TestTitle">
    <w:name w:val="TestTitle"/>
    <w:next w:val="Normal"/>
    <w:link w:val="TestTitleChar"/>
    <w:uiPriority w:val="99"/>
    <w:rsid w:val="007D7F16"/>
    <w:pPr>
      <w:widowControl w:val="0"/>
      <w:tabs>
        <w:tab w:val="left" w:pos="120"/>
      </w:tabs>
      <w:spacing w:line="320" w:lineRule="atLeast"/>
    </w:pPr>
    <w:rPr>
      <w:rFonts w:ascii="Arial" w:hAnsi="Arial" w:cs="Arial"/>
      <w:b/>
      <w:bCs/>
      <w:sz w:val="36"/>
      <w:szCs w:val="36"/>
    </w:rPr>
  </w:style>
  <w:style w:type="paragraph" w:customStyle="1" w:styleId="NameDate">
    <w:name w:val="NameDate"/>
    <w:next w:val="Normal"/>
    <w:uiPriority w:val="99"/>
    <w:rsid w:val="00593841"/>
    <w:pPr>
      <w:widowControl w:val="0"/>
      <w:tabs>
        <w:tab w:val="left" w:leader="underscore" w:pos="7680"/>
        <w:tab w:val="left" w:leader="underscore" w:pos="7800"/>
        <w:tab w:val="right" w:leader="underscore" w:pos="9540"/>
      </w:tabs>
      <w:spacing w:after="120" w:line="260" w:lineRule="atLeast"/>
    </w:pPr>
    <w:rPr>
      <w:rFonts w:ascii="Arial" w:hAnsi="Arial" w:cs="Arial"/>
      <w:sz w:val="22"/>
      <w:szCs w:val="22"/>
    </w:rPr>
  </w:style>
  <w:style w:type="paragraph" w:customStyle="1" w:styleId="SubList4">
    <w:name w:val="SubList4"/>
    <w:basedOn w:val="SubList2"/>
    <w:uiPriority w:val="99"/>
    <w:rsid w:val="0071024F"/>
    <w:pPr>
      <w:tabs>
        <w:tab w:val="clear" w:pos="4241"/>
        <w:tab w:val="clear" w:pos="4440"/>
        <w:tab w:val="decimal" w:pos="2534"/>
        <w:tab w:val="left" w:pos="2736"/>
        <w:tab w:val="decimal" w:pos="4392"/>
        <w:tab w:val="left" w:pos="4594"/>
        <w:tab w:val="left" w:pos="6221"/>
        <w:tab w:val="left" w:pos="6422"/>
      </w:tabs>
    </w:pPr>
  </w:style>
  <w:style w:type="paragraph" w:customStyle="1" w:styleId="TableHeadLeft">
    <w:name w:val="TableHeadLeft"/>
    <w:basedOn w:val="TableHead"/>
    <w:rsid w:val="00C55EFF"/>
    <w:pPr>
      <w:framePr w:wrap="around"/>
      <w:jc w:val="left"/>
    </w:pPr>
  </w:style>
  <w:style w:type="paragraph" w:customStyle="1" w:styleId="TableTextLeft">
    <w:name w:val="TableTextLeft"/>
    <w:basedOn w:val="TableText"/>
    <w:rsid w:val="00C55EFF"/>
    <w:pPr>
      <w:framePr w:wrap="around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D36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6B8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44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4416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266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41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66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369F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0266F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16B69"/>
    <w:pPr>
      <w:tabs>
        <w:tab w:val="center" w:pos="4320"/>
        <w:tab w:val="right" w:pos="8640"/>
      </w:tabs>
      <w:spacing w:line="240" w:lineRule="atLeast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0266F8"/>
    <w:rPr>
      <w:sz w:val="24"/>
      <w:szCs w:val="24"/>
    </w:rPr>
  </w:style>
  <w:style w:type="character" w:styleId="PageNumber">
    <w:name w:val="page number"/>
    <w:uiPriority w:val="99"/>
    <w:semiHidden/>
    <w:rsid w:val="001369F8"/>
    <w:rPr>
      <w:rFonts w:ascii="Arial Black" w:hAnsi="Arial Black" w:cs="Arial Black"/>
      <w:sz w:val="22"/>
      <w:szCs w:val="22"/>
    </w:rPr>
  </w:style>
  <w:style w:type="paragraph" w:customStyle="1" w:styleId="BaseText">
    <w:name w:val="BaseText"/>
    <w:uiPriority w:val="99"/>
    <w:rsid w:val="00B5644C"/>
    <w:pPr>
      <w:widowControl w:val="0"/>
      <w:spacing w:after="200" w:line="280" w:lineRule="atLeast"/>
    </w:pPr>
    <w:rPr>
      <w:sz w:val="22"/>
      <w:szCs w:val="22"/>
    </w:rPr>
  </w:style>
  <w:style w:type="paragraph" w:customStyle="1" w:styleId="DirectionLine">
    <w:name w:val="DirectionLine"/>
    <w:next w:val="BaseText"/>
    <w:uiPriority w:val="99"/>
    <w:rsid w:val="00FF4479"/>
    <w:pPr>
      <w:widowControl w:val="0"/>
      <w:spacing w:before="120" w:after="120" w:line="280" w:lineRule="atLeast"/>
    </w:pPr>
    <w:rPr>
      <w:rFonts w:ascii="Arial" w:hAnsi="Arial" w:cs="Arial"/>
      <w:b/>
      <w:bCs/>
    </w:rPr>
  </w:style>
  <w:style w:type="character" w:customStyle="1" w:styleId="ExerciseNumber">
    <w:name w:val="ExerciseNumber"/>
    <w:uiPriority w:val="99"/>
    <w:rsid w:val="00FF4479"/>
    <w:rPr>
      <w:rFonts w:ascii="Arial" w:hAnsi="Arial" w:cs="Arial"/>
      <w:b/>
      <w:bCs/>
      <w:sz w:val="20"/>
      <w:szCs w:val="20"/>
    </w:rPr>
  </w:style>
  <w:style w:type="paragraph" w:customStyle="1" w:styleId="NumList1">
    <w:name w:val="NumList1"/>
    <w:basedOn w:val="BaseText"/>
    <w:uiPriority w:val="99"/>
    <w:rsid w:val="00FF4479"/>
    <w:pPr>
      <w:tabs>
        <w:tab w:val="decimal" w:pos="360"/>
        <w:tab w:val="left" w:pos="559"/>
      </w:tabs>
      <w:ind w:left="559" w:hanging="559"/>
    </w:pPr>
  </w:style>
  <w:style w:type="paragraph" w:customStyle="1" w:styleId="NumList2">
    <w:name w:val="NumList2"/>
    <w:basedOn w:val="NumList1"/>
    <w:uiPriority w:val="99"/>
    <w:rsid w:val="00FF4479"/>
    <w:pPr>
      <w:tabs>
        <w:tab w:val="decimal" w:pos="4080"/>
        <w:tab w:val="left" w:pos="4279"/>
      </w:tabs>
    </w:pPr>
  </w:style>
  <w:style w:type="paragraph" w:customStyle="1" w:styleId="NumList3">
    <w:name w:val="NumList3"/>
    <w:basedOn w:val="NumList1"/>
    <w:uiPriority w:val="99"/>
    <w:rsid w:val="00C51788"/>
    <w:pPr>
      <w:tabs>
        <w:tab w:val="decimal" w:pos="2760"/>
        <w:tab w:val="left" w:pos="2959"/>
        <w:tab w:val="decimal" w:pos="5160"/>
        <w:tab w:val="left" w:pos="5359"/>
      </w:tabs>
    </w:pPr>
  </w:style>
  <w:style w:type="paragraph" w:customStyle="1" w:styleId="NumList4">
    <w:name w:val="NumList4"/>
    <w:basedOn w:val="NumList2"/>
    <w:uiPriority w:val="99"/>
    <w:rsid w:val="0043108D"/>
    <w:pPr>
      <w:tabs>
        <w:tab w:val="decimal" w:pos="2220"/>
        <w:tab w:val="left" w:pos="2419"/>
        <w:tab w:val="decimal" w:pos="5940"/>
        <w:tab w:val="left" w:pos="6139"/>
      </w:tabs>
    </w:pPr>
  </w:style>
  <w:style w:type="character" w:customStyle="1" w:styleId="ForUseWith">
    <w:name w:val="ForUseWith"/>
    <w:uiPriority w:val="99"/>
    <w:rsid w:val="007D7F16"/>
    <w:rPr>
      <w:rFonts w:ascii="Arial" w:hAnsi="Arial" w:cs="Arial"/>
      <w:b/>
      <w:bCs/>
      <w:color w:val="auto"/>
      <w:sz w:val="20"/>
      <w:szCs w:val="20"/>
    </w:rPr>
  </w:style>
  <w:style w:type="paragraph" w:customStyle="1" w:styleId="TableHead">
    <w:name w:val="TableHead"/>
    <w:basedOn w:val="Normal"/>
    <w:uiPriority w:val="99"/>
    <w:rsid w:val="00C55EFF"/>
    <w:pPr>
      <w:framePr w:hSpace="180" w:wrap="around" w:vAnchor="text" w:hAnchor="page" w:x="2401" w:y="42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ableText">
    <w:name w:val="TableText"/>
    <w:basedOn w:val="Normal"/>
    <w:uiPriority w:val="99"/>
    <w:rsid w:val="00C55EFF"/>
    <w:pPr>
      <w:framePr w:hSpace="180" w:wrap="around" w:vAnchor="text" w:hAnchor="page" w:x="2401" w:y="42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color w:val="000000"/>
      <w:sz w:val="22"/>
      <w:szCs w:val="22"/>
    </w:rPr>
  </w:style>
  <w:style w:type="character" w:customStyle="1" w:styleId="Copyright">
    <w:name w:val="Copyright"/>
    <w:uiPriority w:val="99"/>
    <w:rsid w:val="00E16B69"/>
    <w:rPr>
      <w:rFonts w:ascii="Arial" w:hAnsi="Arial" w:cs="Arial"/>
      <w:sz w:val="16"/>
      <w:szCs w:val="16"/>
    </w:rPr>
  </w:style>
  <w:style w:type="character" w:customStyle="1" w:styleId="Continued">
    <w:name w:val="Continued"/>
    <w:uiPriority w:val="99"/>
    <w:rsid w:val="007D7F16"/>
    <w:rPr>
      <w:rFonts w:ascii="Arial" w:hAnsi="Arial" w:cs="Arial"/>
      <w:b/>
      <w:bCs/>
      <w:color w:val="auto"/>
      <w:sz w:val="20"/>
      <w:szCs w:val="20"/>
    </w:rPr>
  </w:style>
  <w:style w:type="paragraph" w:customStyle="1" w:styleId="AnswerHead">
    <w:name w:val="AnswerHead"/>
    <w:next w:val="AnswerLine"/>
    <w:uiPriority w:val="99"/>
    <w:rsid w:val="00CB06EA"/>
    <w:pPr>
      <w:widowControl w:val="0"/>
      <w:spacing w:after="220" w:line="240" w:lineRule="atLeast"/>
    </w:pPr>
    <w:rPr>
      <w:rFonts w:ascii="Arial" w:hAnsi="Arial" w:cs="Arial"/>
      <w:b/>
      <w:bCs/>
      <w:i/>
      <w:iCs/>
    </w:rPr>
  </w:style>
  <w:style w:type="paragraph" w:customStyle="1" w:styleId="AnswerLine">
    <w:name w:val="AnswerLine"/>
    <w:uiPriority w:val="99"/>
    <w:rsid w:val="00B5644C"/>
    <w:pPr>
      <w:widowControl w:val="0"/>
      <w:tabs>
        <w:tab w:val="decimal" w:pos="300"/>
        <w:tab w:val="left" w:pos="461"/>
        <w:tab w:val="right" w:pos="1901"/>
      </w:tabs>
      <w:spacing w:after="220" w:line="240" w:lineRule="atLeast"/>
    </w:pPr>
    <w:rPr>
      <w:rFonts w:ascii="Arial" w:hAnsi="Arial" w:cs="Arial"/>
      <w:b/>
      <w:bCs/>
      <w:sz w:val="18"/>
      <w:szCs w:val="18"/>
    </w:rPr>
  </w:style>
  <w:style w:type="paragraph" w:customStyle="1" w:styleId="SubList1">
    <w:name w:val="SubList1"/>
    <w:basedOn w:val="BaseText"/>
    <w:uiPriority w:val="99"/>
    <w:rsid w:val="00FF4479"/>
    <w:pPr>
      <w:tabs>
        <w:tab w:val="decimal" w:pos="679"/>
        <w:tab w:val="left" w:pos="881"/>
      </w:tabs>
      <w:ind w:left="881" w:hanging="881"/>
    </w:pPr>
  </w:style>
  <w:style w:type="paragraph" w:customStyle="1" w:styleId="SubList2">
    <w:name w:val="SubList2"/>
    <w:basedOn w:val="SubList1"/>
    <w:uiPriority w:val="99"/>
    <w:rsid w:val="008F5938"/>
    <w:pPr>
      <w:tabs>
        <w:tab w:val="decimal" w:pos="4241"/>
        <w:tab w:val="left" w:pos="4440"/>
      </w:tabs>
    </w:pPr>
  </w:style>
  <w:style w:type="paragraph" w:customStyle="1" w:styleId="SubList3">
    <w:name w:val="SubList3"/>
    <w:basedOn w:val="SubList1"/>
    <w:uiPriority w:val="99"/>
    <w:rsid w:val="0071024F"/>
    <w:pPr>
      <w:tabs>
        <w:tab w:val="decimal" w:pos="3079"/>
        <w:tab w:val="left" w:pos="3281"/>
        <w:tab w:val="decimal" w:pos="5479"/>
        <w:tab w:val="left" w:pos="5681"/>
      </w:tabs>
    </w:pPr>
  </w:style>
  <w:style w:type="table" w:styleId="TableGrid">
    <w:name w:val="Table Grid"/>
    <w:basedOn w:val="TableNormal"/>
    <w:rsid w:val="007D7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Label">
    <w:name w:val="TitleLabel"/>
    <w:next w:val="ChapterNumber"/>
    <w:uiPriority w:val="99"/>
    <w:rsid w:val="00593841"/>
    <w:pPr>
      <w:widowControl w:val="0"/>
      <w:spacing w:line="280" w:lineRule="atLeast"/>
      <w:jc w:val="center"/>
    </w:pPr>
    <w:rPr>
      <w:rFonts w:ascii="Arial" w:hAnsi="Arial" w:cs="Arial"/>
      <w:b/>
      <w:bCs/>
      <w:color w:val="FFFFFF"/>
      <w:spacing w:val="20"/>
      <w:sz w:val="24"/>
      <w:szCs w:val="24"/>
    </w:rPr>
  </w:style>
  <w:style w:type="paragraph" w:customStyle="1" w:styleId="ChapterNumber">
    <w:name w:val="ChapterNumber"/>
    <w:basedOn w:val="TitleLabel"/>
    <w:uiPriority w:val="99"/>
    <w:rsid w:val="00593841"/>
    <w:rPr>
      <w:sz w:val="40"/>
      <w:szCs w:val="40"/>
    </w:rPr>
  </w:style>
  <w:style w:type="character" w:customStyle="1" w:styleId="TestTitleChar">
    <w:name w:val="TestTitle Char"/>
    <w:link w:val="TestTitle"/>
    <w:uiPriority w:val="99"/>
    <w:rsid w:val="007D7F16"/>
    <w:rPr>
      <w:rFonts w:ascii="Arial" w:hAnsi="Arial" w:cs="Arial"/>
      <w:b/>
      <w:bCs/>
      <w:sz w:val="32"/>
      <w:szCs w:val="32"/>
      <w:lang w:val="en-US" w:eastAsia="en-US"/>
    </w:rPr>
  </w:style>
  <w:style w:type="paragraph" w:customStyle="1" w:styleId="TestTitle">
    <w:name w:val="TestTitle"/>
    <w:next w:val="Normal"/>
    <w:link w:val="TestTitleChar"/>
    <w:uiPriority w:val="99"/>
    <w:rsid w:val="007D7F16"/>
    <w:pPr>
      <w:widowControl w:val="0"/>
      <w:tabs>
        <w:tab w:val="left" w:pos="120"/>
      </w:tabs>
      <w:spacing w:line="320" w:lineRule="atLeast"/>
    </w:pPr>
    <w:rPr>
      <w:rFonts w:ascii="Arial" w:hAnsi="Arial" w:cs="Arial"/>
      <w:b/>
      <w:bCs/>
      <w:sz w:val="36"/>
      <w:szCs w:val="36"/>
    </w:rPr>
  </w:style>
  <w:style w:type="paragraph" w:customStyle="1" w:styleId="NameDate">
    <w:name w:val="NameDate"/>
    <w:next w:val="Normal"/>
    <w:uiPriority w:val="99"/>
    <w:rsid w:val="00593841"/>
    <w:pPr>
      <w:widowControl w:val="0"/>
      <w:tabs>
        <w:tab w:val="left" w:leader="underscore" w:pos="7680"/>
        <w:tab w:val="left" w:leader="underscore" w:pos="7800"/>
        <w:tab w:val="right" w:leader="underscore" w:pos="9540"/>
      </w:tabs>
      <w:spacing w:after="120" w:line="260" w:lineRule="atLeast"/>
    </w:pPr>
    <w:rPr>
      <w:rFonts w:ascii="Arial" w:hAnsi="Arial" w:cs="Arial"/>
      <w:sz w:val="22"/>
      <w:szCs w:val="22"/>
    </w:rPr>
  </w:style>
  <w:style w:type="paragraph" w:customStyle="1" w:styleId="SubList4">
    <w:name w:val="SubList4"/>
    <w:basedOn w:val="SubList2"/>
    <w:uiPriority w:val="99"/>
    <w:rsid w:val="0071024F"/>
    <w:pPr>
      <w:tabs>
        <w:tab w:val="clear" w:pos="4241"/>
        <w:tab w:val="clear" w:pos="4440"/>
        <w:tab w:val="decimal" w:pos="2534"/>
        <w:tab w:val="left" w:pos="2736"/>
        <w:tab w:val="decimal" w:pos="4392"/>
        <w:tab w:val="left" w:pos="4594"/>
        <w:tab w:val="left" w:pos="6221"/>
        <w:tab w:val="left" w:pos="6422"/>
      </w:tabs>
    </w:pPr>
  </w:style>
  <w:style w:type="paragraph" w:customStyle="1" w:styleId="TableHeadLeft">
    <w:name w:val="TableHeadLeft"/>
    <w:basedOn w:val="TableHead"/>
    <w:rsid w:val="00C55EFF"/>
    <w:pPr>
      <w:framePr w:wrap="around"/>
      <w:jc w:val="left"/>
    </w:pPr>
  </w:style>
  <w:style w:type="paragraph" w:customStyle="1" w:styleId="TableTextLeft">
    <w:name w:val="TableTextLeft"/>
    <w:basedOn w:val="TableText"/>
    <w:rsid w:val="00C55EFF"/>
    <w:pPr>
      <w:framePr w:wrap="around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D36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6B8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44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4416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266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41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66F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2014%20Projects\EPSs_PNGs_Word\Alg2\Arts\PNGs\HSAlg2_ab_0200_014.png" TargetMode="External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file:///C:\2014%20Projects\EPSs_PNGs_Word\Alg2\Arts\PNGs\HSAlg2_ab_0200_016.png" TargetMode="External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image" Target="file:///C:\2014%20Projects\EPSs_PNGs_Word\Alg2\Arts\PNGs\HSAlg2_ab_0200_018.png" TargetMode="External"/><Relationship Id="rId42" Type="http://schemas.openxmlformats.org/officeDocument/2006/relationships/image" Target="file:///C:\2014%20Projects\EPSs_PNGs_Word\Alg2\Arts\PNGs\HSAlg2_ab_0200_020.png" TargetMode="External"/><Relationship Id="rId47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image" Target="file:///C:\2014%20Projects\EPSs_PNGs_Word\Alg2\Arts\PNGs\HSAlg2_ab_0200_019.png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file:///C:\2014%20Projects\EPSs_PNGs_Word\Alg2\Arts\PNGs\HSAlg2_ab_0200_015.png" TargetMode="External"/><Relationship Id="rId32" Type="http://schemas.openxmlformats.org/officeDocument/2006/relationships/oleObject" Target="embeddings/oleObject8.bin"/><Relationship Id="rId37" Type="http://schemas.openxmlformats.org/officeDocument/2006/relationships/image" Target="media/image16.png"/><Relationship Id="rId40" Type="http://schemas.openxmlformats.org/officeDocument/2006/relationships/oleObject" Target="embeddings/oleObject10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openxmlformats.org/officeDocument/2006/relationships/image" Target="file:///C:\2014%20Projects\EPSs_PNGs_Word\Alg2\Arts\PNGs\HSAlg2_ab_0200_017.png" TargetMode="External"/><Relationship Id="rId36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file:///C:\2014%20Projects\EPSs_PNGs_Word\Alg2\Arts\PNGs\HSAlg2_ab_0200_013.png" TargetMode="External"/><Relationship Id="rId27" Type="http://schemas.openxmlformats.org/officeDocument/2006/relationships/image" Target="media/image11.png"/><Relationship Id="rId30" Type="http://schemas.openxmlformats.org/officeDocument/2006/relationships/oleObject" Target="embeddings/oleObject7.bin"/><Relationship Id="rId35" Type="http://schemas.openxmlformats.org/officeDocument/2006/relationships/image" Target="media/image15.wmf"/><Relationship Id="rId43" Type="http://schemas.openxmlformats.org/officeDocument/2006/relationships/footer" Target="footer1.xml"/><Relationship Id="rId48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chanowskit\Desktop\Larsons%20Algebra%20II\Wa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Warm.dotx</Template>
  <TotalTime>2</TotalTime>
  <Pages>2</Pages>
  <Words>334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Warm-Up</vt:lpstr>
    </vt:vector>
  </TitlesOfParts>
  <Company>Fort LeBoeuf School District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Warm-Up</dc:title>
  <dc:creator>burchanowskit</dc:creator>
  <cp:lastModifiedBy>setupuser</cp:lastModifiedBy>
  <cp:revision>3</cp:revision>
  <cp:lastPrinted>2014-04-03T18:57:00Z</cp:lastPrinted>
  <dcterms:created xsi:type="dcterms:W3CDTF">2015-10-16T11:58:00Z</dcterms:created>
  <dcterms:modified xsi:type="dcterms:W3CDTF">2015-10-16T11:59:00Z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[Styles]Text=Times New RomanFunction=Times New RomanVariable=Times New Roman,ILCGreek=Symbol,IUCGreek=SymbolSymbol=SymbolVector=Times New Roman,BNumber=Times New RomanUser1=ArialUser2=Arial,BIMTExtra=MT Extra[Sizes]Full=11 pt</vt:lpwstr>
  </property>
  <property fmtid="{D5CDD505-2E9C-101B-9397-08002B2CF9AE}" pid="3" name="MTPreferences 1">
    <vt:lpwstr>Script=65 %ScriptScript=65 %Symbol=150 %SubSymbol=100 %User1=10 ptUser2=10 ptSmallLargeIncr=1 pt[Spacing]LineSpacing=160 %MatrixRowSpacing=160 %MatrixColSpacing=100 %SuperscriptHeight=40 %SubscriptDepth=20 %SubSupGap=8 %LimHe</vt:lpwstr>
  </property>
  <property fmtid="{D5CDD505-2E9C-101B-9397-08002B2CF9AE}" pid="4" name="MTPreferences 2">
    <vt:lpwstr>ight=25 %LimDepth=100 %LimLineSpacing=100 %NumerHeight=35 %DenomDepth=100 %FractBarOver=8 %FractBarThick=5 %SubFractBarThick=3 %FractGap=8 %FenceOver=8 %OperSpacing=200 %NonOperSpacing=50 %CharWidth=0 %MinGap=8 %VertRadGap=17 %</vt:lpwstr>
  </property>
  <property fmtid="{D5CDD505-2E9C-101B-9397-08002B2CF9AE}" pid="5" name="MTPreferences 3">
    <vt:lpwstr>HorizRadGap=12 %RadWidth=140 %EmbellGap=15 %PrimeHeight=45 %BoxStrokeThick=5 %StikeThruThick=5 %MatrixLineThick=5 %RadStrokeThick=5 %HorizFenceGap=10 %</vt:lpwstr>
  </property>
  <property fmtid="{D5CDD505-2E9C-101B-9397-08002B2CF9AE}" pid="6" name="MTPreferenceSource">
    <vt:lpwstr>hs_anc.eqp</vt:lpwstr>
  </property>
  <property fmtid="{D5CDD505-2E9C-101B-9397-08002B2CF9AE}" pid="7" name="MTWinEqns">
    <vt:bool>true</vt:bool>
  </property>
</Properties>
</file>